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483A1" w14:textId="77777777" w:rsidR="0044239F" w:rsidRDefault="004050FA" w:rsidP="003942E0">
      <w:pPr>
        <w:pStyle w:val="berschrift1"/>
        <w:numPr>
          <w:ilvl w:val="0"/>
          <w:numId w:val="0"/>
        </w:numPr>
        <w:ind w:left="879" w:right="-1166" w:hanging="851"/>
        <w:rPr>
          <w:rFonts w:ascii="Arial" w:hAnsi="Arial" w:cs="Arial"/>
        </w:rPr>
      </w:pPr>
      <w:r w:rsidRPr="004050FA">
        <w:rPr>
          <w:rFonts w:ascii="Arial" w:hAnsi="Arial" w:cs="Arial"/>
        </w:rPr>
        <w:t>Projekterfahrung und Referenzen</w:t>
      </w:r>
    </w:p>
    <w:p w14:paraId="631222B0" w14:textId="6B59EA0A" w:rsidR="004050FA" w:rsidRDefault="0044239F" w:rsidP="003942E0">
      <w:pPr>
        <w:pStyle w:val="berschrift1"/>
        <w:numPr>
          <w:ilvl w:val="0"/>
          <w:numId w:val="0"/>
        </w:numPr>
        <w:ind w:left="879" w:right="-1166" w:hanging="851"/>
        <w:rPr>
          <w:rFonts w:ascii="Arial" w:hAnsi="Arial" w:cs="Arial"/>
        </w:rPr>
      </w:pPr>
      <w:r>
        <w:rPr>
          <w:rFonts w:ascii="Arial" w:hAnsi="Arial" w:cs="Arial"/>
        </w:rPr>
        <w:t>Stand: TT.MM.JJJJ</w:t>
      </w:r>
    </w:p>
    <w:tbl>
      <w:tblPr>
        <w:tblStyle w:val="TabellemithellemGitternetz"/>
        <w:tblW w:w="5418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88"/>
        <w:gridCol w:w="2796"/>
        <w:gridCol w:w="2132"/>
        <w:gridCol w:w="4497"/>
        <w:gridCol w:w="1938"/>
        <w:gridCol w:w="2411"/>
      </w:tblGrid>
      <w:tr w:rsidR="00707E73" w:rsidRPr="002A5773" w14:paraId="041F8C53" w14:textId="44041DC4" w:rsidTr="00707E73">
        <w:trPr>
          <w:trHeight w:val="340"/>
          <w:tblHeader/>
        </w:trPr>
        <w:tc>
          <w:tcPr>
            <w:tcW w:w="458" w:type="pct"/>
            <w:shd w:val="clear" w:color="auto" w:fill="F2F2F2" w:themeFill="background1" w:themeFillShade="F2"/>
            <w:vAlign w:val="center"/>
          </w:tcPr>
          <w:p w14:paraId="307B425F" w14:textId="77777777" w:rsidR="00707E73" w:rsidRPr="00697A85" w:rsidRDefault="00707E73" w:rsidP="00ED299D">
            <w:pPr>
              <w:pStyle w:val="KeinLeerraum"/>
              <w:rPr>
                <w:rFonts w:ascii="Arial" w:hAnsi="Arial" w:cs="Arial"/>
                <w:b/>
                <w:bCs/>
              </w:rPr>
            </w:pPr>
            <w:r w:rsidRPr="00697A85">
              <w:rPr>
                <w:rFonts w:ascii="Arial" w:hAnsi="Arial" w:cs="Arial"/>
                <w:b/>
                <w:bCs/>
              </w:rPr>
              <w:t>Zeitraum</w:t>
            </w:r>
          </w:p>
        </w:tc>
        <w:tc>
          <w:tcPr>
            <w:tcW w:w="922" w:type="pct"/>
            <w:shd w:val="clear" w:color="auto" w:fill="F2F2F2" w:themeFill="background1" w:themeFillShade="F2"/>
            <w:vAlign w:val="center"/>
          </w:tcPr>
          <w:p w14:paraId="03ADF468" w14:textId="7D841BDC" w:rsidR="00707E73" w:rsidRPr="00697A85" w:rsidRDefault="00707E73" w:rsidP="00ED299D">
            <w:pPr>
              <w:pStyle w:val="KeinLeerraum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Projekttitel</w:t>
            </w:r>
          </w:p>
        </w:tc>
        <w:tc>
          <w:tcPr>
            <w:tcW w:w="703" w:type="pct"/>
            <w:shd w:val="clear" w:color="auto" w:fill="F2F2F2" w:themeFill="background1" w:themeFillShade="F2"/>
            <w:vAlign w:val="center"/>
          </w:tcPr>
          <w:p w14:paraId="4385EE9B" w14:textId="748710A5" w:rsidR="00707E73" w:rsidRPr="00697A85" w:rsidRDefault="00707E73" w:rsidP="00ED299D">
            <w:pPr>
              <w:pStyle w:val="KeinLeerraum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 inkl. Ansprechperson</w:t>
            </w:r>
            <w:r w:rsidR="00EA5A16">
              <w:rPr>
                <w:rFonts w:ascii="Arial" w:hAnsi="Arial" w:cs="Arial"/>
                <w:b/>
                <w:bCs/>
              </w:rPr>
              <w:t xml:space="preserve"> (</w:t>
            </w:r>
            <w:r w:rsidR="000673DE">
              <w:rPr>
                <w:rFonts w:ascii="Arial" w:hAnsi="Arial" w:cs="Arial"/>
                <w:b/>
                <w:bCs/>
              </w:rPr>
              <w:t xml:space="preserve">Firmenname, </w:t>
            </w:r>
            <w:r w:rsidR="00EA5A16">
              <w:rPr>
                <w:rFonts w:ascii="Arial" w:hAnsi="Arial" w:cs="Arial"/>
                <w:b/>
                <w:bCs/>
              </w:rPr>
              <w:t>Name, Tel. &amp; E-Mailadresse)</w:t>
            </w:r>
          </w:p>
        </w:tc>
        <w:tc>
          <w:tcPr>
            <w:tcW w:w="1483" w:type="pct"/>
            <w:shd w:val="clear" w:color="auto" w:fill="F2F2F2" w:themeFill="background1" w:themeFillShade="F2"/>
            <w:vAlign w:val="center"/>
          </w:tcPr>
          <w:p w14:paraId="3A2EBFBB" w14:textId="3F94F1ED" w:rsidR="00707E73" w:rsidRDefault="00707E73" w:rsidP="004050FA">
            <w:pPr>
              <w:pStyle w:val="KeinLeerraum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Beteiligte Mitarbeitende inkl. Funktion / Aufgabe</w:t>
            </w:r>
          </w:p>
        </w:tc>
        <w:tc>
          <w:tcPr>
            <w:tcW w:w="639" w:type="pct"/>
            <w:shd w:val="clear" w:color="auto" w:fill="F2F2F2" w:themeFill="background1" w:themeFillShade="F2"/>
          </w:tcPr>
          <w:p w14:paraId="41E771D9" w14:textId="1F36D947" w:rsidR="00707E73" w:rsidRDefault="00707E73" w:rsidP="004050FA">
            <w:pPr>
              <w:pStyle w:val="KeinLeerraum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zugrunde liegende Normen/ Regelwerke</w:t>
            </w:r>
          </w:p>
        </w:tc>
        <w:tc>
          <w:tcPr>
            <w:tcW w:w="795" w:type="pct"/>
            <w:shd w:val="clear" w:color="auto" w:fill="F2F2F2" w:themeFill="background1" w:themeFillShade="F2"/>
            <w:vAlign w:val="center"/>
          </w:tcPr>
          <w:p w14:paraId="6CF6C0D7" w14:textId="201E3517" w:rsidR="00707E73" w:rsidRDefault="00707E73" w:rsidP="004050FA">
            <w:pPr>
              <w:pStyle w:val="KeinLeerraum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Ort (Land)</w:t>
            </w:r>
          </w:p>
        </w:tc>
      </w:tr>
      <w:tr w:rsidR="00707E73" w:rsidRPr="002A5773" w14:paraId="56A1C76C" w14:textId="5150F3BD" w:rsidTr="00707E73">
        <w:trPr>
          <w:trHeight w:val="340"/>
        </w:trPr>
        <w:tc>
          <w:tcPr>
            <w:tcW w:w="458" w:type="pct"/>
          </w:tcPr>
          <w:p w14:paraId="22EBA917" w14:textId="32B7C890" w:rsidR="00707E73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MM/JJJJ</w:t>
            </w:r>
          </w:p>
          <w:p w14:paraId="0BA4D877" w14:textId="0E24E27D" w:rsidR="00707E73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</w:t>
            </w:r>
          </w:p>
          <w:p w14:paraId="495701BA" w14:textId="5B741C5F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MM/JJJJ</w:t>
            </w:r>
          </w:p>
        </w:tc>
        <w:tc>
          <w:tcPr>
            <w:tcW w:w="922" w:type="pct"/>
          </w:tcPr>
          <w:p w14:paraId="29EA118A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13AFB43A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3BF161D2" w14:textId="6675B16E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141AA0D6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29A36869" w14:textId="0A69B392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407D7A2D" w14:textId="77777777" w:rsidTr="00707E73">
        <w:trPr>
          <w:trHeight w:val="340"/>
        </w:trPr>
        <w:tc>
          <w:tcPr>
            <w:tcW w:w="458" w:type="pct"/>
          </w:tcPr>
          <w:p w14:paraId="3683987C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717DADA0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7D7AD87E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6CD06643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27BB1CBD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11F0085C" w14:textId="4C27A393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22232811" w14:textId="77777777" w:rsidTr="00707E73">
        <w:trPr>
          <w:trHeight w:val="340"/>
        </w:trPr>
        <w:tc>
          <w:tcPr>
            <w:tcW w:w="458" w:type="pct"/>
          </w:tcPr>
          <w:p w14:paraId="188FEE93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64C0448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3F11178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0DC069E4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5B468574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29AB0D1F" w14:textId="70C1F0F9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03C2233E" w14:textId="77777777" w:rsidTr="00707E73">
        <w:trPr>
          <w:trHeight w:val="340"/>
        </w:trPr>
        <w:tc>
          <w:tcPr>
            <w:tcW w:w="458" w:type="pct"/>
          </w:tcPr>
          <w:p w14:paraId="26E0C37A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17B7ED66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061B1FE0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59A2823B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6FC97F7D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4A6AF191" w14:textId="6BB73DC4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11EA9602" w14:textId="77777777" w:rsidTr="00707E73">
        <w:trPr>
          <w:trHeight w:val="340"/>
        </w:trPr>
        <w:tc>
          <w:tcPr>
            <w:tcW w:w="458" w:type="pct"/>
          </w:tcPr>
          <w:p w14:paraId="6D74D1B0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359D327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6AA5DDDD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783D50EE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5440D0BC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6356BF02" w14:textId="3CEFBD60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5B448B6B" w14:textId="77777777" w:rsidTr="00707E73">
        <w:trPr>
          <w:trHeight w:val="340"/>
        </w:trPr>
        <w:tc>
          <w:tcPr>
            <w:tcW w:w="458" w:type="pct"/>
          </w:tcPr>
          <w:p w14:paraId="52963153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66EF0DC6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7BF04FD9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4D343FC0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0030EAC9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687E95C5" w14:textId="7D45F765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594BDCD5" w14:textId="77777777" w:rsidTr="00707E73">
        <w:trPr>
          <w:trHeight w:val="340"/>
        </w:trPr>
        <w:tc>
          <w:tcPr>
            <w:tcW w:w="458" w:type="pct"/>
          </w:tcPr>
          <w:p w14:paraId="00CA691D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702F30B5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5D6C924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2934A335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1225847F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6365F3EE" w14:textId="49C7D43A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35430127" w14:textId="77777777" w:rsidTr="00707E73">
        <w:trPr>
          <w:trHeight w:val="340"/>
        </w:trPr>
        <w:tc>
          <w:tcPr>
            <w:tcW w:w="458" w:type="pct"/>
          </w:tcPr>
          <w:p w14:paraId="7563F6C7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16FF179F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5339F4D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7171EFC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1DC8C9A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3B07CCA7" w14:textId="742A81F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572C09CF" w14:textId="77777777" w:rsidTr="00707E73">
        <w:trPr>
          <w:trHeight w:val="340"/>
        </w:trPr>
        <w:tc>
          <w:tcPr>
            <w:tcW w:w="458" w:type="pct"/>
          </w:tcPr>
          <w:p w14:paraId="6317DA84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2526E34E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5FEAE9A5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521255A1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33CE7710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246BD08A" w14:textId="721BE934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1B86197C" w14:textId="77777777" w:rsidTr="00707E73">
        <w:trPr>
          <w:trHeight w:val="340"/>
        </w:trPr>
        <w:tc>
          <w:tcPr>
            <w:tcW w:w="458" w:type="pct"/>
          </w:tcPr>
          <w:p w14:paraId="04AC9231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6B710504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69DA528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779CEA6B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3265B79C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59DA01DB" w14:textId="57494EED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400107D3" w14:textId="77777777" w:rsidTr="00707E73">
        <w:trPr>
          <w:trHeight w:val="340"/>
        </w:trPr>
        <w:tc>
          <w:tcPr>
            <w:tcW w:w="458" w:type="pct"/>
          </w:tcPr>
          <w:p w14:paraId="44A6D9DB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5000887D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3F810CC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54D3572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6B8B15B5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4AC3437E" w14:textId="77289939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51953FBB" w14:textId="77777777" w:rsidTr="00707E73">
        <w:trPr>
          <w:trHeight w:val="340"/>
        </w:trPr>
        <w:tc>
          <w:tcPr>
            <w:tcW w:w="458" w:type="pct"/>
          </w:tcPr>
          <w:p w14:paraId="15634FD9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1DFAF07B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3EE85E73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737C2B5B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4A6FB1D5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7D982A21" w14:textId="0DD89F9B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2D3DCF94" w14:textId="77777777" w:rsidTr="00707E73">
        <w:trPr>
          <w:trHeight w:val="340"/>
        </w:trPr>
        <w:tc>
          <w:tcPr>
            <w:tcW w:w="458" w:type="pct"/>
          </w:tcPr>
          <w:p w14:paraId="5A23CBCC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2A4E3AAF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162E22CB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02F989B6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081048F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3A24B4EE" w14:textId="5C501A5D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43A6B7AB" w14:textId="77777777" w:rsidTr="00707E73">
        <w:trPr>
          <w:trHeight w:val="340"/>
        </w:trPr>
        <w:tc>
          <w:tcPr>
            <w:tcW w:w="458" w:type="pct"/>
          </w:tcPr>
          <w:p w14:paraId="1980D113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7DE18583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4FCBFAF5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5F67795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1D6AFBF4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1FA62358" w14:textId="1D0329E5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1EF8D248" w14:textId="77777777" w:rsidTr="00707E73">
        <w:trPr>
          <w:trHeight w:val="340"/>
        </w:trPr>
        <w:tc>
          <w:tcPr>
            <w:tcW w:w="458" w:type="pct"/>
          </w:tcPr>
          <w:p w14:paraId="3EBD8990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0853221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784ECE53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024E326E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0CCE265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0CF14536" w14:textId="307ED56B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3D4FE6AE" w14:textId="77777777" w:rsidTr="00707E73">
        <w:trPr>
          <w:trHeight w:val="340"/>
        </w:trPr>
        <w:tc>
          <w:tcPr>
            <w:tcW w:w="458" w:type="pct"/>
          </w:tcPr>
          <w:p w14:paraId="2A911917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1B7C5A8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0CA9B859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6611F6DC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4D6E07A3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5A384F87" w14:textId="0541EEAD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33A767B2" w14:textId="77777777" w:rsidTr="00707E73">
        <w:trPr>
          <w:trHeight w:val="340"/>
        </w:trPr>
        <w:tc>
          <w:tcPr>
            <w:tcW w:w="458" w:type="pct"/>
          </w:tcPr>
          <w:p w14:paraId="7408F68E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16E7AA70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5082401C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2FE25F9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4AEB0923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1A791F03" w14:textId="1EC01B7B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64A56B28" w14:textId="77777777" w:rsidTr="00707E73">
        <w:trPr>
          <w:trHeight w:val="340"/>
        </w:trPr>
        <w:tc>
          <w:tcPr>
            <w:tcW w:w="458" w:type="pct"/>
          </w:tcPr>
          <w:p w14:paraId="1C40638C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6D37B238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0CBD0FAC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4C0F00BE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2BD7E640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769C48E5" w14:textId="295B3A4A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51513AEC" w14:textId="77777777" w:rsidTr="00707E73">
        <w:trPr>
          <w:trHeight w:val="340"/>
        </w:trPr>
        <w:tc>
          <w:tcPr>
            <w:tcW w:w="458" w:type="pct"/>
          </w:tcPr>
          <w:p w14:paraId="6F1698AA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50EBB675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7DC38B4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51C32EC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09A74685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47E5AE01" w14:textId="78B9C429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681BC218" w14:textId="77777777" w:rsidTr="00707E73">
        <w:trPr>
          <w:trHeight w:val="340"/>
        </w:trPr>
        <w:tc>
          <w:tcPr>
            <w:tcW w:w="458" w:type="pct"/>
          </w:tcPr>
          <w:p w14:paraId="7BEADD0D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7C2F39D3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3ACA487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7D4ADDF6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75EE878A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3C321350" w14:textId="1C0138D8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43CCC481" w14:textId="77777777" w:rsidTr="00707E73">
        <w:trPr>
          <w:trHeight w:val="340"/>
        </w:trPr>
        <w:tc>
          <w:tcPr>
            <w:tcW w:w="458" w:type="pct"/>
          </w:tcPr>
          <w:p w14:paraId="0A614C75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51BEDE0C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22595F6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59ACF11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644BE3E9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5AA9EBED" w14:textId="27D2FD4B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54934715" w14:textId="77777777" w:rsidTr="00707E73">
        <w:trPr>
          <w:trHeight w:val="340"/>
        </w:trPr>
        <w:tc>
          <w:tcPr>
            <w:tcW w:w="458" w:type="pct"/>
          </w:tcPr>
          <w:p w14:paraId="1C344B49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1D38F654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2D4EC0F2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414CC1E1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77ECE7EA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38B6B6E5" w14:textId="6DC69FCA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00147B00" w14:textId="77777777" w:rsidTr="00707E73">
        <w:trPr>
          <w:trHeight w:val="340"/>
        </w:trPr>
        <w:tc>
          <w:tcPr>
            <w:tcW w:w="458" w:type="pct"/>
          </w:tcPr>
          <w:p w14:paraId="4724F9CB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708FB377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53E4CA73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0B377F1D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2D786DFA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6B142D23" w14:textId="70EF756B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3F3267F8" w14:textId="77777777" w:rsidTr="00707E73">
        <w:trPr>
          <w:trHeight w:val="340"/>
        </w:trPr>
        <w:tc>
          <w:tcPr>
            <w:tcW w:w="458" w:type="pct"/>
          </w:tcPr>
          <w:p w14:paraId="25B95A76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52D0298C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16D6C10B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47B88D06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1D8F403A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0E070AB5" w14:textId="424649EF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  <w:tr w:rsidR="00707E73" w:rsidRPr="002A5773" w14:paraId="08F9FCBA" w14:textId="77777777" w:rsidTr="00707E73">
        <w:trPr>
          <w:trHeight w:val="340"/>
        </w:trPr>
        <w:tc>
          <w:tcPr>
            <w:tcW w:w="458" w:type="pct"/>
          </w:tcPr>
          <w:p w14:paraId="294E8FAC" w14:textId="77777777" w:rsidR="00707E73" w:rsidRPr="00697A85" w:rsidRDefault="00707E73" w:rsidP="004D5B74">
            <w:pPr>
              <w:pStyle w:val="KeinLeerraum"/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pct"/>
          </w:tcPr>
          <w:p w14:paraId="45EA70DB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03" w:type="pct"/>
          </w:tcPr>
          <w:p w14:paraId="4DF86450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483" w:type="pct"/>
          </w:tcPr>
          <w:p w14:paraId="4D2D3A56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639" w:type="pct"/>
          </w:tcPr>
          <w:p w14:paraId="51818B09" w14:textId="77777777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795" w:type="pct"/>
          </w:tcPr>
          <w:p w14:paraId="5B23D6F3" w14:textId="613536BB" w:rsidR="00707E73" w:rsidRPr="002A5773" w:rsidRDefault="00707E73" w:rsidP="006B3949">
            <w:pPr>
              <w:pStyle w:val="AufzhlunginTabelle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</w:tc>
      </w:tr>
    </w:tbl>
    <w:p w14:paraId="2F42A124" w14:textId="77777777" w:rsidR="00B930FC" w:rsidRPr="00B930FC" w:rsidRDefault="00B930FC" w:rsidP="00B930FC"/>
    <w:sectPr w:rsidR="00B930FC" w:rsidRPr="00B930FC" w:rsidSect="003942E0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18" w:right="1985" w:bottom="851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6A86D" w14:textId="77777777" w:rsidR="005B5A30" w:rsidRDefault="005B5A30" w:rsidP="00AA6518">
      <w:pPr>
        <w:spacing w:after="0"/>
      </w:pPr>
      <w:r>
        <w:separator/>
      </w:r>
    </w:p>
    <w:p w14:paraId="0AB81BF1" w14:textId="77777777" w:rsidR="005B5A30" w:rsidRDefault="005B5A30"/>
  </w:endnote>
  <w:endnote w:type="continuationSeparator" w:id="0">
    <w:p w14:paraId="3703F5F0" w14:textId="77777777" w:rsidR="005B5A30" w:rsidRDefault="005B5A30" w:rsidP="00AA6518">
      <w:pPr>
        <w:spacing w:after="0"/>
      </w:pPr>
      <w:r>
        <w:continuationSeparator/>
      </w:r>
    </w:p>
    <w:p w14:paraId="2DFED660" w14:textId="77777777" w:rsidR="005B5A30" w:rsidRDefault="005B5A30"/>
  </w:endnote>
  <w:endnote w:type="continuationNotice" w:id="1">
    <w:p w14:paraId="66239D07" w14:textId="77777777" w:rsidR="005B5A30" w:rsidRDefault="005B5A30">
      <w:pPr>
        <w:spacing w:after="0"/>
      </w:pPr>
    </w:p>
    <w:p w14:paraId="7F4BF97E" w14:textId="77777777" w:rsidR="005B5A30" w:rsidRDefault="005B5A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E5768" w14:textId="77777777" w:rsidR="00F17B2D" w:rsidRDefault="00F17B2D" w:rsidP="00F17B2D">
    <w:pPr>
      <w:pStyle w:val="Fuzeile"/>
      <w:tabs>
        <w:tab w:val="clear" w:pos="4536"/>
        <w:tab w:val="clear" w:pos="9072"/>
        <w:tab w:val="left" w:pos="1596"/>
      </w:tabs>
    </w:pPr>
  </w:p>
  <w:tbl>
    <w:tblPr>
      <w:tblStyle w:val="Tabellenraster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7643"/>
    </w:tblGrid>
    <w:tr w:rsidR="00C85159" w:rsidRPr="00C85159" w14:paraId="76983D3A" w14:textId="77777777" w:rsidTr="009A7CBE">
      <w:tc>
        <w:tcPr>
          <w:tcW w:w="9486" w:type="dxa"/>
          <w:gridSpan w:val="2"/>
        </w:tcPr>
        <w:p w14:paraId="4D55FB58" w14:textId="77777777" w:rsidR="00C85159" w:rsidRPr="00C85159" w:rsidRDefault="00C85159" w:rsidP="00C85159">
          <w:pPr>
            <w:widowControl w:val="0"/>
            <w:suppressLineNumbers/>
            <w:tabs>
              <w:tab w:val="center" w:pos="3969"/>
              <w:tab w:val="right" w:pos="8931"/>
              <w:tab w:val="right" w:pos="14570"/>
            </w:tabs>
            <w:suppressAutoHyphens/>
            <w:spacing w:after="0"/>
            <w:jc w:val="right"/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</w:pP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t xml:space="preserve">Seite </w:t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fldChar w:fldCharType="begin"/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instrText xml:space="preserve"> PAGE </w:instrText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fldChar w:fldCharType="separate"/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t>1</w:t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fldChar w:fldCharType="end"/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t xml:space="preserve"> von </w:t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fldChar w:fldCharType="begin"/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instrText xml:space="preserve"> NUMPAGES \* ARABIC </w:instrText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fldChar w:fldCharType="separate"/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t>1</w:t>
          </w:r>
          <w:r w:rsidRPr="00C85159"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  <w:fldChar w:fldCharType="end"/>
          </w:r>
        </w:p>
      </w:tc>
    </w:tr>
    <w:tr w:rsidR="00C85159" w:rsidRPr="00C85159" w14:paraId="2CF56207" w14:textId="77777777" w:rsidTr="009A7CBE">
      <w:tc>
        <w:tcPr>
          <w:tcW w:w="9486" w:type="dxa"/>
          <w:gridSpan w:val="2"/>
        </w:tcPr>
        <w:p w14:paraId="4971C73E" w14:textId="77777777" w:rsidR="00C85159" w:rsidRPr="00C85159" w:rsidRDefault="00C85159" w:rsidP="00C85159">
          <w:pPr>
            <w:widowControl w:val="0"/>
            <w:suppressLineNumbers/>
            <w:tabs>
              <w:tab w:val="center" w:pos="3969"/>
              <w:tab w:val="right" w:pos="8931"/>
              <w:tab w:val="right" w:pos="14570"/>
            </w:tabs>
            <w:suppressAutoHyphens/>
            <w:spacing w:after="0"/>
            <w:jc w:val="right"/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</w:pPr>
        </w:p>
      </w:tc>
    </w:tr>
    <w:tr w:rsidR="00C85159" w:rsidRPr="00C85159" w14:paraId="50904C53" w14:textId="77777777" w:rsidTr="009A7CBE">
      <w:tc>
        <w:tcPr>
          <w:tcW w:w="1843" w:type="dxa"/>
          <w:vAlign w:val="center"/>
        </w:tcPr>
        <w:p w14:paraId="5CBE6B7A" w14:textId="4E2FAD35" w:rsidR="00C85159" w:rsidRPr="00C85159" w:rsidRDefault="00C85159" w:rsidP="00C85159">
          <w:pPr>
            <w:widowControl w:val="0"/>
            <w:suppressLineNumbers/>
            <w:tabs>
              <w:tab w:val="center" w:pos="3969"/>
              <w:tab w:val="right" w:pos="8931"/>
              <w:tab w:val="right" w:pos="14570"/>
            </w:tabs>
            <w:suppressAutoHyphens/>
            <w:spacing w:after="0"/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</w:pPr>
        </w:p>
      </w:tc>
      <w:tc>
        <w:tcPr>
          <w:tcW w:w="7643" w:type="dxa"/>
          <w:vAlign w:val="bottom"/>
        </w:tcPr>
        <w:p w14:paraId="102E055C" w14:textId="3888BD73" w:rsidR="00C85159" w:rsidRPr="00C85159" w:rsidRDefault="00C85159" w:rsidP="00C85159">
          <w:pPr>
            <w:widowControl w:val="0"/>
            <w:suppressLineNumbers/>
            <w:tabs>
              <w:tab w:val="left" w:pos="5985"/>
            </w:tabs>
            <w:suppressAutoHyphens/>
            <w:spacing w:after="0"/>
            <w:jc w:val="right"/>
            <w:rPr>
              <w:rFonts w:ascii="Arial" w:eastAsia="Droid Sans Fallback" w:hAnsi="Arial" w:cs="Arial"/>
              <w:color w:val="000000"/>
              <w:kern w:val="1"/>
              <w:sz w:val="16"/>
              <w:szCs w:val="16"/>
              <w:lang w:eastAsia="zh-CN" w:bidi="hi-IN"/>
            </w:rPr>
          </w:pPr>
        </w:p>
      </w:tc>
    </w:tr>
  </w:tbl>
  <w:p w14:paraId="06802F1D" w14:textId="77777777" w:rsidR="00C2483C" w:rsidRDefault="00C248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97CD6" w14:textId="77777777" w:rsidR="005B5A30" w:rsidRDefault="005B5A30" w:rsidP="00AA6518">
      <w:pPr>
        <w:spacing w:after="0"/>
      </w:pPr>
      <w:r>
        <w:separator/>
      </w:r>
    </w:p>
    <w:p w14:paraId="54A70238" w14:textId="77777777" w:rsidR="005B5A30" w:rsidRDefault="005B5A30"/>
  </w:footnote>
  <w:footnote w:type="continuationSeparator" w:id="0">
    <w:p w14:paraId="5DEFAE56" w14:textId="77777777" w:rsidR="005B5A30" w:rsidRDefault="005B5A30" w:rsidP="00AA6518">
      <w:pPr>
        <w:spacing w:after="0"/>
      </w:pPr>
      <w:r>
        <w:continuationSeparator/>
      </w:r>
    </w:p>
    <w:p w14:paraId="4EFFF64D" w14:textId="77777777" w:rsidR="005B5A30" w:rsidRDefault="005B5A30"/>
  </w:footnote>
  <w:footnote w:type="continuationNotice" w:id="1">
    <w:p w14:paraId="1EBFB2AA" w14:textId="77777777" w:rsidR="005B5A30" w:rsidRDefault="005B5A30">
      <w:pPr>
        <w:spacing w:after="0"/>
      </w:pPr>
    </w:p>
    <w:p w14:paraId="3B35DBBB" w14:textId="77777777" w:rsidR="005B5A30" w:rsidRDefault="005B5A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7C20F" w14:textId="4D61279C" w:rsidR="001C596D" w:rsidRDefault="0027029D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3396583" wp14:editId="1A606DC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5080" b="5080"/>
              <wp:wrapSquare wrapText="bothSides"/>
              <wp:docPr id="9" name="Textfeld 9" descr="DB Vertraulich / DB confidenti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93F7BB" w14:textId="2C938F3C" w:rsidR="0027029D" w:rsidRPr="0027029D" w:rsidRDefault="0027029D">
                          <w:pPr>
                            <w:rPr>
                              <w:rFonts w:eastAsia="DB Office" w:cs="DB Office"/>
                              <w:color w:val="F01414"/>
                              <w:sz w:val="28"/>
                              <w:szCs w:val="28"/>
                            </w:rPr>
                          </w:pPr>
                          <w:r w:rsidRPr="0027029D">
                            <w:rPr>
                              <w:rFonts w:eastAsia="DB Office" w:cs="DB Office"/>
                              <w:color w:val="F01414"/>
                              <w:sz w:val="28"/>
                              <w:szCs w:val="28"/>
                            </w:rPr>
                            <w:t>DB Vertraulich / DB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396583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DB Vertraulich / DB confidential" style="position:absolute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" filled="f" stroked="f">
              <v:textbox style="mso-fit-shape-to-text:t" inset="15pt,0,0,0">
                <w:txbxContent>
                  <w:p w14:paraId="2993F7BB" w14:textId="2C938F3C" w:rsidR="0027029D" w:rsidRPr="0027029D" w:rsidRDefault="0027029D">
                    <w:pPr>
                      <w:rPr>
                        <w:rFonts w:eastAsia="DB Office" w:cs="DB Office"/>
                        <w:color w:val="F01414"/>
                        <w:sz w:val="28"/>
                        <w:szCs w:val="28"/>
                      </w:rPr>
                    </w:pPr>
                    <w:r w:rsidRPr="0027029D">
                      <w:rPr>
                        <w:rFonts w:eastAsia="DB Office" w:cs="DB Office"/>
                        <w:color w:val="F01414"/>
                        <w:sz w:val="28"/>
                        <w:szCs w:val="28"/>
                      </w:rPr>
                      <w:t>DB Vertraulich / DB confidential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B4C8355" w14:textId="77777777" w:rsidR="00C2483C" w:rsidRDefault="00C248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69" w:type="pct"/>
      <w:tblInd w:w="8" w:type="dxa"/>
      <w:tblLayout w:type="fixed"/>
      <w:tblLook w:val="04A0" w:firstRow="1" w:lastRow="0" w:firstColumn="1" w:lastColumn="0" w:noHBand="0" w:noVBand="1"/>
    </w:tblPr>
    <w:tblGrid>
      <w:gridCol w:w="3538"/>
      <w:gridCol w:w="7280"/>
      <w:gridCol w:w="3097"/>
    </w:tblGrid>
    <w:tr w:rsidR="00C85159" w:rsidRPr="00874E92" w14:paraId="725E5534" w14:textId="77777777" w:rsidTr="009A7CBE">
      <w:trPr>
        <w:trHeight w:val="1133"/>
      </w:trPr>
      <w:tc>
        <w:tcPr>
          <w:tcW w:w="2397" w:type="dxa"/>
          <w:shd w:val="clear" w:color="auto" w:fill="auto"/>
          <w:tcMar>
            <w:top w:w="0" w:type="dxa"/>
            <w:left w:w="57" w:type="dxa"/>
            <w:right w:w="57" w:type="dxa"/>
          </w:tcMar>
        </w:tcPr>
        <w:p w14:paraId="6C547A0B" w14:textId="19D31A4D" w:rsidR="00794470" w:rsidRPr="004637DE" w:rsidRDefault="0044239F" w:rsidP="00794470">
          <w:pPr>
            <w:pStyle w:val="Kopfzeile"/>
            <w:rPr>
              <w:sz w:val="16"/>
              <w:szCs w:val="16"/>
            </w:rPr>
          </w:pPr>
          <w:bookmarkStart w:id="0" w:name="_Hlk128061272"/>
          <w:r>
            <w:rPr>
              <w:rFonts w:ascii="Calibri" w:eastAsia="Droid Sans Fallback" w:hAnsi="Calibri" w:cs="FreeSans"/>
              <w:kern w:val="1"/>
              <w:sz w:val="24"/>
              <w:szCs w:val="24"/>
              <w:lang w:eastAsia="zh-CN" w:bidi="hi-IN"/>
            </w:rPr>
            <w:t xml:space="preserve">Anlage </w:t>
          </w:r>
          <w:r w:rsidR="001557CC">
            <w:rPr>
              <w:rFonts w:ascii="Calibri" w:eastAsia="Droid Sans Fallback" w:hAnsi="Calibri" w:cs="FreeSans"/>
              <w:kern w:val="1"/>
              <w:sz w:val="24"/>
              <w:szCs w:val="24"/>
              <w:lang w:eastAsia="zh-CN" w:bidi="hi-IN"/>
            </w:rPr>
            <w:t xml:space="preserve">B1 Kriterium II </w:t>
          </w:r>
          <w:r w:rsidR="00CA4160">
            <w:rPr>
              <w:rFonts w:ascii="Calibri" w:eastAsia="Droid Sans Fallback" w:hAnsi="Calibri" w:cs="FreeSans"/>
              <w:kern w:val="1"/>
              <w:sz w:val="24"/>
              <w:szCs w:val="24"/>
              <w:lang w:eastAsia="zh-CN" w:bidi="hi-IN"/>
            </w:rPr>
            <w:t>4</w:t>
          </w:r>
          <w:r w:rsidR="00794470">
            <w:rPr>
              <w:rFonts w:ascii="Calibri" w:eastAsia="Droid Sans Fallback" w:hAnsi="Calibri" w:cs="FreeSans"/>
              <w:kern w:val="1"/>
              <w:sz w:val="24"/>
              <w:szCs w:val="24"/>
              <w:lang w:eastAsia="zh-CN" w:bidi="hi-IN"/>
            </w:rPr>
            <w:t xml:space="preserve"> </w:t>
          </w:r>
          <w:r w:rsidR="00794470" w:rsidRPr="004637DE">
            <w:rPr>
              <w:sz w:val="16"/>
              <w:szCs w:val="16"/>
            </w:rPr>
            <w:t xml:space="preserve">Verhandlungsverfahren mit ÖT Nr: </w:t>
          </w:r>
          <w:r w:rsidR="001D6AF3">
            <w:rPr>
              <w:sz w:val="16"/>
              <w:szCs w:val="16"/>
            </w:rPr>
            <w:t>25FEA</w:t>
          </w:r>
          <w:r w:rsidR="009419EE">
            <w:rPr>
              <w:sz w:val="16"/>
              <w:szCs w:val="16"/>
            </w:rPr>
            <w:t>84701</w:t>
          </w:r>
        </w:p>
        <w:p w14:paraId="396397F9" w14:textId="7FDAF174" w:rsidR="00C85159" w:rsidRDefault="00C85159" w:rsidP="001D6AF3">
          <w:pPr>
            <w:widowControl w:val="0"/>
            <w:suppressAutoHyphens/>
            <w:spacing w:before="45" w:after="45"/>
            <w:ind w:firstLine="708"/>
            <w:rPr>
              <w:rFonts w:ascii="Calibri" w:eastAsia="Droid Sans Fallback" w:hAnsi="Calibri" w:cs="FreeSans"/>
              <w:kern w:val="1"/>
              <w:sz w:val="24"/>
              <w:szCs w:val="24"/>
              <w:lang w:eastAsia="zh-CN" w:bidi="hi-IN"/>
            </w:rPr>
          </w:pPr>
        </w:p>
        <w:p w14:paraId="3D51352D" w14:textId="50367FC0" w:rsidR="001557CC" w:rsidRPr="00874E92" w:rsidRDefault="001557CC" w:rsidP="00C85159">
          <w:pPr>
            <w:widowControl w:val="0"/>
            <w:suppressAutoHyphens/>
            <w:spacing w:before="45" w:after="45"/>
            <w:rPr>
              <w:rFonts w:ascii="Calibri" w:eastAsia="Droid Sans Fallback" w:hAnsi="Calibri" w:cs="FreeSans"/>
              <w:kern w:val="1"/>
              <w:sz w:val="24"/>
              <w:szCs w:val="24"/>
              <w:lang w:eastAsia="zh-CN" w:bidi="hi-IN"/>
            </w:rPr>
          </w:pPr>
        </w:p>
      </w:tc>
      <w:tc>
        <w:tcPr>
          <w:tcW w:w="4932" w:type="dxa"/>
          <w:shd w:val="clear" w:color="auto" w:fill="auto"/>
          <w:tcMar>
            <w:top w:w="0" w:type="dxa"/>
            <w:left w:w="57" w:type="dxa"/>
            <w:right w:w="57" w:type="dxa"/>
          </w:tcMar>
          <w:vAlign w:val="center"/>
        </w:tcPr>
        <w:p w14:paraId="6F71CD32" w14:textId="35AA6951" w:rsidR="00C85159" w:rsidRPr="00874E92" w:rsidRDefault="0044239F" w:rsidP="00C85159">
          <w:pPr>
            <w:keepNext/>
            <w:widowControl w:val="0"/>
            <w:suppressAutoHyphens/>
            <w:spacing w:after="0"/>
            <w:jc w:val="center"/>
            <w:rPr>
              <w:rFonts w:ascii="Arial" w:eastAsia="Droid Sans Fallback" w:hAnsi="Arial" w:cs="Arial"/>
              <w:b/>
              <w:bCs/>
              <w:color w:val="18293B"/>
              <w:kern w:val="1"/>
              <w:sz w:val="32"/>
              <w:szCs w:val="56"/>
              <w:lang w:eastAsia="zh-CN" w:bidi="hi-IN"/>
            </w:rPr>
          </w:pPr>
          <w:r>
            <w:rPr>
              <w:rFonts w:ascii="Arial" w:eastAsia="Droid Sans Fallback" w:hAnsi="Arial" w:cs="Arial"/>
              <w:b/>
              <w:bCs/>
              <w:color w:val="18293B"/>
              <w:kern w:val="1"/>
              <w:sz w:val="32"/>
              <w:szCs w:val="56"/>
              <w:lang w:eastAsia="zh-CN" w:bidi="hi-IN"/>
            </w:rPr>
            <w:t>Referenzliste</w:t>
          </w:r>
        </w:p>
      </w:tc>
      <w:tc>
        <w:tcPr>
          <w:tcW w:w="2098" w:type="dxa"/>
          <w:shd w:val="clear" w:color="auto" w:fill="auto"/>
          <w:tcMar>
            <w:top w:w="0" w:type="dxa"/>
            <w:left w:w="57" w:type="dxa"/>
            <w:right w:w="57" w:type="dxa"/>
          </w:tcMar>
          <w:vAlign w:val="center"/>
        </w:tcPr>
        <w:p w14:paraId="7BD9ECCC" w14:textId="77777777" w:rsidR="00C85159" w:rsidRPr="00874E92" w:rsidRDefault="00C85159" w:rsidP="00C85159">
          <w:pPr>
            <w:widowControl w:val="0"/>
            <w:suppressAutoHyphens/>
            <w:spacing w:before="45" w:after="45" w:line="240" w:lineRule="atLeast"/>
            <w:jc w:val="right"/>
            <w:rPr>
              <w:rFonts w:ascii="Calibri" w:eastAsia="DB Office" w:hAnsi="Calibri" w:cs="DB Office"/>
              <w:b/>
              <w:color w:val="000000"/>
              <w:kern w:val="1"/>
              <w:sz w:val="24"/>
              <w:highlight w:val="yellow"/>
              <w:lang w:val="en-US" w:eastAsia="zh-CN" w:bidi="hi-IN"/>
            </w:rPr>
          </w:pPr>
        </w:p>
      </w:tc>
    </w:tr>
    <w:bookmarkEnd w:id="0"/>
  </w:tbl>
  <w:p w14:paraId="34BBBCD4" w14:textId="77777777" w:rsidR="00AA6518" w:rsidRPr="00B57B94" w:rsidRDefault="00AA6518" w:rsidP="00893E6D">
    <w:pPr>
      <w:pStyle w:val="KeinLeerraum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87727" w14:textId="701ED38E" w:rsidR="001C596D" w:rsidRDefault="0027029D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9A6ECB0" wp14:editId="3F791973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5080" b="5080"/>
              <wp:wrapSquare wrapText="bothSides"/>
              <wp:docPr id="3" name="Textfeld 3" descr="DB Vertraulich / DB confidenti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367669" w14:textId="2B6959C3" w:rsidR="0027029D" w:rsidRPr="0027029D" w:rsidRDefault="0027029D">
                          <w:pPr>
                            <w:rPr>
                              <w:rFonts w:eastAsia="DB Office" w:cs="DB Office"/>
                              <w:color w:val="F01414"/>
                              <w:sz w:val="28"/>
                              <w:szCs w:val="28"/>
                            </w:rPr>
                          </w:pPr>
                          <w:r w:rsidRPr="0027029D">
                            <w:rPr>
                              <w:rFonts w:eastAsia="DB Office" w:cs="DB Office"/>
                              <w:color w:val="F01414"/>
                              <w:sz w:val="28"/>
                              <w:szCs w:val="28"/>
                            </w:rPr>
                            <w:t>DB Vertraulich / DB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6ECB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DB Vertraulich / DB confidential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" filled="f" stroked="f">
              <v:textbox style="mso-fit-shape-to-text:t" inset="15pt,0,0,0">
                <w:txbxContent>
                  <w:p w14:paraId="13367669" w14:textId="2B6959C3" w:rsidR="0027029D" w:rsidRPr="0027029D" w:rsidRDefault="0027029D">
                    <w:pPr>
                      <w:rPr>
                        <w:rFonts w:eastAsia="DB Office" w:cs="DB Office"/>
                        <w:color w:val="F01414"/>
                        <w:sz w:val="28"/>
                        <w:szCs w:val="28"/>
                      </w:rPr>
                    </w:pPr>
                    <w:r w:rsidRPr="0027029D">
                      <w:rPr>
                        <w:rFonts w:eastAsia="DB Office" w:cs="DB Office"/>
                        <w:color w:val="F01414"/>
                        <w:sz w:val="28"/>
                        <w:szCs w:val="28"/>
                      </w:rPr>
                      <w:t>DB Vertraulich / DB confidential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ED85C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3237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BE8C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02D2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6A34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4A53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0423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3A92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CE6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34F5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84EE6"/>
    <w:multiLevelType w:val="hybridMultilevel"/>
    <w:tmpl w:val="1676F1A8"/>
    <w:lvl w:ilvl="0" w:tplc="F1C827B0">
      <w:numFmt w:val="bullet"/>
      <w:lvlText w:val=""/>
      <w:lvlJc w:val="left"/>
      <w:pPr>
        <w:ind w:left="360" w:hanging="360"/>
      </w:pPr>
      <w:rPr>
        <w:rFonts w:ascii="Wingdings" w:eastAsia="Droid Sans Fallback" w:hAnsi="Wingdings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B93F83"/>
    <w:multiLevelType w:val="hybridMultilevel"/>
    <w:tmpl w:val="752209BE"/>
    <w:lvl w:ilvl="0" w:tplc="4230B4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87595"/>
    <w:multiLevelType w:val="hybridMultilevel"/>
    <w:tmpl w:val="934402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BC2"/>
    <w:multiLevelType w:val="multilevel"/>
    <w:tmpl w:val="9E3CE004"/>
    <w:styleLink w:val="DBST-Liste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ascii="DB Office" w:hAnsi="DB Office" w:hint="default"/>
        <w:b/>
        <w:i w:val="0"/>
        <w:strike w:val="0"/>
        <w:dstrike w:val="0"/>
        <w:sz w:val="20"/>
        <w:u w:color="BFBFBF" w:themeColor="background1" w:themeShade="BF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2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5.%1.%2.%3.%4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2A193085"/>
    <w:multiLevelType w:val="hybridMultilevel"/>
    <w:tmpl w:val="5998ABAE"/>
    <w:lvl w:ilvl="0" w:tplc="3D322BA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FF0000"/>
      </w:rPr>
    </w:lvl>
    <w:lvl w:ilvl="1" w:tplc="00B0C69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trike w:val="0"/>
        <w:color w:val="FF0000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4C46D8"/>
    <w:multiLevelType w:val="hybridMultilevel"/>
    <w:tmpl w:val="AA144E4C"/>
    <w:lvl w:ilvl="0" w:tplc="4F2E2920">
      <w:start w:val="1"/>
      <w:numFmt w:val="bullet"/>
      <w:pStyle w:val="AufzhlunginTabelle"/>
      <w:lvlText w:val=""/>
      <w:lvlJc w:val="left"/>
      <w:pPr>
        <w:ind w:left="720" w:hanging="360"/>
      </w:pPr>
      <w:rPr>
        <w:rFonts w:ascii="Wingdings" w:hAnsi="Wingdings" w:hint="default"/>
        <w:color w:val="FF0000"/>
        <w:spacing w:val="-2"/>
        <w:position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71A22"/>
    <w:multiLevelType w:val="hybridMultilevel"/>
    <w:tmpl w:val="7D98A81E"/>
    <w:lvl w:ilvl="0" w:tplc="1924BED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pacing w:val="-2"/>
        <w:position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6062F"/>
    <w:multiLevelType w:val="hybridMultilevel"/>
    <w:tmpl w:val="A998A5B4"/>
    <w:lvl w:ilvl="0" w:tplc="69C8A878">
      <w:numFmt w:val="bullet"/>
      <w:lvlText w:val="-"/>
      <w:lvlJc w:val="left"/>
      <w:pPr>
        <w:ind w:left="360" w:hanging="360"/>
      </w:pPr>
      <w:rPr>
        <w:rFonts w:ascii="DB Office" w:eastAsia="Droid Sans Fallback" w:hAnsi="DB Office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483816"/>
    <w:multiLevelType w:val="hybridMultilevel"/>
    <w:tmpl w:val="766A2B22"/>
    <w:lvl w:ilvl="0" w:tplc="00B0C69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DD675A"/>
    <w:multiLevelType w:val="hybridMultilevel"/>
    <w:tmpl w:val="6EAAF934"/>
    <w:lvl w:ilvl="0" w:tplc="00B0C692">
      <w:start w:val="1"/>
      <w:numFmt w:val="bullet"/>
      <w:lvlText w:val=""/>
      <w:lvlJc w:val="left"/>
      <w:pPr>
        <w:ind w:left="6" w:hanging="360"/>
      </w:pPr>
      <w:rPr>
        <w:rFonts w:ascii="Wingdings" w:hAnsi="Wingdings" w:hint="default"/>
        <w:strike w:val="0"/>
        <w:color w:val="FF0000"/>
      </w:rPr>
    </w:lvl>
    <w:lvl w:ilvl="1" w:tplc="0407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0" w15:restartNumberingAfterBreak="0">
    <w:nsid w:val="77666476"/>
    <w:multiLevelType w:val="hybridMultilevel"/>
    <w:tmpl w:val="3C4450B8"/>
    <w:lvl w:ilvl="0" w:tplc="00B0C69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2124429">
    <w:abstractNumId w:val="13"/>
  </w:num>
  <w:num w:numId="2" w16cid:durableId="1498226212">
    <w:abstractNumId w:val="20"/>
  </w:num>
  <w:num w:numId="3" w16cid:durableId="230312214">
    <w:abstractNumId w:val="14"/>
  </w:num>
  <w:num w:numId="4" w16cid:durableId="1098912536">
    <w:abstractNumId w:val="17"/>
  </w:num>
  <w:num w:numId="5" w16cid:durableId="385688074">
    <w:abstractNumId w:val="10"/>
  </w:num>
  <w:num w:numId="6" w16cid:durableId="1479766850">
    <w:abstractNumId w:val="11"/>
  </w:num>
  <w:num w:numId="7" w16cid:durableId="1505821641">
    <w:abstractNumId w:val="18"/>
  </w:num>
  <w:num w:numId="8" w16cid:durableId="1830632123">
    <w:abstractNumId w:val="19"/>
  </w:num>
  <w:num w:numId="9" w16cid:durableId="396898998">
    <w:abstractNumId w:val="16"/>
  </w:num>
  <w:num w:numId="10" w16cid:durableId="2030837677">
    <w:abstractNumId w:val="9"/>
  </w:num>
  <w:num w:numId="11" w16cid:durableId="1899903057">
    <w:abstractNumId w:val="7"/>
  </w:num>
  <w:num w:numId="12" w16cid:durableId="552156076">
    <w:abstractNumId w:val="6"/>
  </w:num>
  <w:num w:numId="13" w16cid:durableId="327442227">
    <w:abstractNumId w:val="5"/>
  </w:num>
  <w:num w:numId="14" w16cid:durableId="2132236684">
    <w:abstractNumId w:val="4"/>
  </w:num>
  <w:num w:numId="15" w16cid:durableId="1019311647">
    <w:abstractNumId w:val="8"/>
  </w:num>
  <w:num w:numId="16" w16cid:durableId="94255367">
    <w:abstractNumId w:val="3"/>
  </w:num>
  <w:num w:numId="17" w16cid:durableId="1229539551">
    <w:abstractNumId w:val="2"/>
  </w:num>
  <w:num w:numId="18" w16cid:durableId="1284576729">
    <w:abstractNumId w:val="1"/>
  </w:num>
  <w:num w:numId="19" w16cid:durableId="2099788728">
    <w:abstractNumId w:val="0"/>
  </w:num>
  <w:num w:numId="20" w16cid:durableId="645740331">
    <w:abstractNumId w:val="15"/>
  </w:num>
  <w:num w:numId="21" w16cid:durableId="124742535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5F"/>
    <w:rsid w:val="000058F4"/>
    <w:rsid w:val="0000593F"/>
    <w:rsid w:val="00006F50"/>
    <w:rsid w:val="00007C77"/>
    <w:rsid w:val="00007EB7"/>
    <w:rsid w:val="00013FD4"/>
    <w:rsid w:val="000164C2"/>
    <w:rsid w:val="000230D1"/>
    <w:rsid w:val="00024B67"/>
    <w:rsid w:val="0002602D"/>
    <w:rsid w:val="00033267"/>
    <w:rsid w:val="00042DD2"/>
    <w:rsid w:val="0004360D"/>
    <w:rsid w:val="0004370B"/>
    <w:rsid w:val="00055EF0"/>
    <w:rsid w:val="000618A6"/>
    <w:rsid w:val="000664DF"/>
    <w:rsid w:val="00066D35"/>
    <w:rsid w:val="00066E75"/>
    <w:rsid w:val="000673DE"/>
    <w:rsid w:val="00067408"/>
    <w:rsid w:val="00072B47"/>
    <w:rsid w:val="00074714"/>
    <w:rsid w:val="0007721C"/>
    <w:rsid w:val="000838A9"/>
    <w:rsid w:val="0008575B"/>
    <w:rsid w:val="00086CCA"/>
    <w:rsid w:val="000A5385"/>
    <w:rsid w:val="000A73A7"/>
    <w:rsid w:val="000B0C99"/>
    <w:rsid w:val="000B1D59"/>
    <w:rsid w:val="000B22A3"/>
    <w:rsid w:val="000B2783"/>
    <w:rsid w:val="000B573F"/>
    <w:rsid w:val="000B5947"/>
    <w:rsid w:val="000B7D73"/>
    <w:rsid w:val="000C11EE"/>
    <w:rsid w:val="000C2DC2"/>
    <w:rsid w:val="000C2F86"/>
    <w:rsid w:val="000C33E3"/>
    <w:rsid w:val="000C3D9F"/>
    <w:rsid w:val="000C5AA9"/>
    <w:rsid w:val="000C77BD"/>
    <w:rsid w:val="000D0D22"/>
    <w:rsid w:val="000D40A4"/>
    <w:rsid w:val="000D605F"/>
    <w:rsid w:val="000D6C0B"/>
    <w:rsid w:val="000E0296"/>
    <w:rsid w:val="000E0E58"/>
    <w:rsid w:val="000E1475"/>
    <w:rsid w:val="000E6AF4"/>
    <w:rsid w:val="00100CE0"/>
    <w:rsid w:val="0010487C"/>
    <w:rsid w:val="001079C5"/>
    <w:rsid w:val="0011060B"/>
    <w:rsid w:val="00112944"/>
    <w:rsid w:val="00126CEF"/>
    <w:rsid w:val="00131ECB"/>
    <w:rsid w:val="00132310"/>
    <w:rsid w:val="00133BB1"/>
    <w:rsid w:val="00134424"/>
    <w:rsid w:val="00135A90"/>
    <w:rsid w:val="00136111"/>
    <w:rsid w:val="00146656"/>
    <w:rsid w:val="001527AB"/>
    <w:rsid w:val="001528D6"/>
    <w:rsid w:val="00153523"/>
    <w:rsid w:val="001557CC"/>
    <w:rsid w:val="00157C68"/>
    <w:rsid w:val="00161C1A"/>
    <w:rsid w:val="00163093"/>
    <w:rsid w:val="00163547"/>
    <w:rsid w:val="00183DD8"/>
    <w:rsid w:val="00183DE8"/>
    <w:rsid w:val="00184E10"/>
    <w:rsid w:val="00185220"/>
    <w:rsid w:val="00192A50"/>
    <w:rsid w:val="00195D71"/>
    <w:rsid w:val="00197819"/>
    <w:rsid w:val="001A160E"/>
    <w:rsid w:val="001A3BA1"/>
    <w:rsid w:val="001A5507"/>
    <w:rsid w:val="001B032F"/>
    <w:rsid w:val="001B181E"/>
    <w:rsid w:val="001B3020"/>
    <w:rsid w:val="001B30CC"/>
    <w:rsid w:val="001B56F4"/>
    <w:rsid w:val="001B6DD1"/>
    <w:rsid w:val="001C0454"/>
    <w:rsid w:val="001C2284"/>
    <w:rsid w:val="001C3514"/>
    <w:rsid w:val="001C596D"/>
    <w:rsid w:val="001C65F7"/>
    <w:rsid w:val="001C6AA2"/>
    <w:rsid w:val="001C6C55"/>
    <w:rsid w:val="001D521A"/>
    <w:rsid w:val="001D6AF3"/>
    <w:rsid w:val="001E4024"/>
    <w:rsid w:val="001E423E"/>
    <w:rsid w:val="001F5056"/>
    <w:rsid w:val="001F6F95"/>
    <w:rsid w:val="001F7B5D"/>
    <w:rsid w:val="00211AAD"/>
    <w:rsid w:val="00212DE6"/>
    <w:rsid w:val="002139B3"/>
    <w:rsid w:val="002142BC"/>
    <w:rsid w:val="00214855"/>
    <w:rsid w:val="00231F6A"/>
    <w:rsid w:val="0023447A"/>
    <w:rsid w:val="0023733C"/>
    <w:rsid w:val="002425D8"/>
    <w:rsid w:val="00243DC8"/>
    <w:rsid w:val="00245E98"/>
    <w:rsid w:val="0024619C"/>
    <w:rsid w:val="00246887"/>
    <w:rsid w:val="00250FBA"/>
    <w:rsid w:val="002537FF"/>
    <w:rsid w:val="0025381D"/>
    <w:rsid w:val="002571D2"/>
    <w:rsid w:val="0027029D"/>
    <w:rsid w:val="00271583"/>
    <w:rsid w:val="00280C5D"/>
    <w:rsid w:val="00297890"/>
    <w:rsid w:val="002A0158"/>
    <w:rsid w:val="002A0280"/>
    <w:rsid w:val="002A21B1"/>
    <w:rsid w:val="002A3F7B"/>
    <w:rsid w:val="002A4560"/>
    <w:rsid w:val="002A5773"/>
    <w:rsid w:val="002B2D70"/>
    <w:rsid w:val="002B55E0"/>
    <w:rsid w:val="002B6005"/>
    <w:rsid w:val="002C1F01"/>
    <w:rsid w:val="002C2DAF"/>
    <w:rsid w:val="002D3AD1"/>
    <w:rsid w:val="002E5EBF"/>
    <w:rsid w:val="002F27D9"/>
    <w:rsid w:val="002F29B9"/>
    <w:rsid w:val="002F398C"/>
    <w:rsid w:val="002F7F92"/>
    <w:rsid w:val="003028FD"/>
    <w:rsid w:val="00307E47"/>
    <w:rsid w:val="00310E17"/>
    <w:rsid w:val="00321730"/>
    <w:rsid w:val="003322AB"/>
    <w:rsid w:val="0033601D"/>
    <w:rsid w:val="00337303"/>
    <w:rsid w:val="00342D6C"/>
    <w:rsid w:val="00344046"/>
    <w:rsid w:val="00346203"/>
    <w:rsid w:val="0035043A"/>
    <w:rsid w:val="00355A1D"/>
    <w:rsid w:val="00360E6F"/>
    <w:rsid w:val="00360E98"/>
    <w:rsid w:val="003737E6"/>
    <w:rsid w:val="00377BF1"/>
    <w:rsid w:val="00381A90"/>
    <w:rsid w:val="00385832"/>
    <w:rsid w:val="003873F3"/>
    <w:rsid w:val="0038763F"/>
    <w:rsid w:val="0039003F"/>
    <w:rsid w:val="0039141D"/>
    <w:rsid w:val="0039265D"/>
    <w:rsid w:val="003941EF"/>
    <w:rsid w:val="003942E0"/>
    <w:rsid w:val="00394F6C"/>
    <w:rsid w:val="0039778B"/>
    <w:rsid w:val="003B0065"/>
    <w:rsid w:val="003B06CA"/>
    <w:rsid w:val="003B0C26"/>
    <w:rsid w:val="003B667B"/>
    <w:rsid w:val="003C5DFE"/>
    <w:rsid w:val="003C6A14"/>
    <w:rsid w:val="003C7AFA"/>
    <w:rsid w:val="003C7C91"/>
    <w:rsid w:val="003D1B15"/>
    <w:rsid w:val="003D4868"/>
    <w:rsid w:val="003E1E81"/>
    <w:rsid w:val="003E66C1"/>
    <w:rsid w:val="003E7FD5"/>
    <w:rsid w:val="003F46AD"/>
    <w:rsid w:val="00401B61"/>
    <w:rsid w:val="004049C3"/>
    <w:rsid w:val="004050FA"/>
    <w:rsid w:val="00405643"/>
    <w:rsid w:val="0040787E"/>
    <w:rsid w:val="00407CA0"/>
    <w:rsid w:val="00410236"/>
    <w:rsid w:val="00412AE1"/>
    <w:rsid w:val="00412C0C"/>
    <w:rsid w:val="00412E89"/>
    <w:rsid w:val="0041438F"/>
    <w:rsid w:val="00420AD8"/>
    <w:rsid w:val="00422F93"/>
    <w:rsid w:val="004268DC"/>
    <w:rsid w:val="0043366F"/>
    <w:rsid w:val="00436207"/>
    <w:rsid w:val="0044239F"/>
    <w:rsid w:val="00447B6E"/>
    <w:rsid w:val="0045465C"/>
    <w:rsid w:val="00456BB8"/>
    <w:rsid w:val="004625CA"/>
    <w:rsid w:val="004644A5"/>
    <w:rsid w:val="004726D1"/>
    <w:rsid w:val="0047295A"/>
    <w:rsid w:val="00474AA8"/>
    <w:rsid w:val="00475FB7"/>
    <w:rsid w:val="00485824"/>
    <w:rsid w:val="00490025"/>
    <w:rsid w:val="00492241"/>
    <w:rsid w:val="004958CE"/>
    <w:rsid w:val="00497F22"/>
    <w:rsid w:val="004A69DF"/>
    <w:rsid w:val="004B32DC"/>
    <w:rsid w:val="004B46E8"/>
    <w:rsid w:val="004C04EB"/>
    <w:rsid w:val="004C1E7D"/>
    <w:rsid w:val="004C5275"/>
    <w:rsid w:val="004C52E5"/>
    <w:rsid w:val="004D1361"/>
    <w:rsid w:val="004D1A86"/>
    <w:rsid w:val="004D3DD4"/>
    <w:rsid w:val="004D5660"/>
    <w:rsid w:val="004D5B74"/>
    <w:rsid w:val="004D7E95"/>
    <w:rsid w:val="004E372D"/>
    <w:rsid w:val="004E44A1"/>
    <w:rsid w:val="004E5848"/>
    <w:rsid w:val="004E7349"/>
    <w:rsid w:val="004F0459"/>
    <w:rsid w:val="004F0E2F"/>
    <w:rsid w:val="004F3C05"/>
    <w:rsid w:val="00500502"/>
    <w:rsid w:val="00512AFB"/>
    <w:rsid w:val="0051343D"/>
    <w:rsid w:val="00516829"/>
    <w:rsid w:val="00521656"/>
    <w:rsid w:val="00522EDB"/>
    <w:rsid w:val="00523CEB"/>
    <w:rsid w:val="0052634A"/>
    <w:rsid w:val="00527F8C"/>
    <w:rsid w:val="00531655"/>
    <w:rsid w:val="00533638"/>
    <w:rsid w:val="00535459"/>
    <w:rsid w:val="005400FB"/>
    <w:rsid w:val="00540893"/>
    <w:rsid w:val="005434EB"/>
    <w:rsid w:val="005441B9"/>
    <w:rsid w:val="005466B5"/>
    <w:rsid w:val="005466D2"/>
    <w:rsid w:val="00555728"/>
    <w:rsid w:val="00561695"/>
    <w:rsid w:val="005623B0"/>
    <w:rsid w:val="00570679"/>
    <w:rsid w:val="0057335A"/>
    <w:rsid w:val="00573934"/>
    <w:rsid w:val="00574077"/>
    <w:rsid w:val="005806E6"/>
    <w:rsid w:val="00580C9D"/>
    <w:rsid w:val="005843AD"/>
    <w:rsid w:val="00585B75"/>
    <w:rsid w:val="00585EBE"/>
    <w:rsid w:val="0059041A"/>
    <w:rsid w:val="00594ECE"/>
    <w:rsid w:val="0059507D"/>
    <w:rsid w:val="00596081"/>
    <w:rsid w:val="00597B49"/>
    <w:rsid w:val="005B0051"/>
    <w:rsid w:val="005B15F4"/>
    <w:rsid w:val="005B2F1E"/>
    <w:rsid w:val="005B5A30"/>
    <w:rsid w:val="005B67BD"/>
    <w:rsid w:val="005B6CC2"/>
    <w:rsid w:val="005C526E"/>
    <w:rsid w:val="005D0713"/>
    <w:rsid w:val="005D0EF7"/>
    <w:rsid w:val="005D121A"/>
    <w:rsid w:val="005D644B"/>
    <w:rsid w:val="005D729E"/>
    <w:rsid w:val="005D7EDE"/>
    <w:rsid w:val="005E600D"/>
    <w:rsid w:val="005F300D"/>
    <w:rsid w:val="005F477A"/>
    <w:rsid w:val="005F6CAB"/>
    <w:rsid w:val="00600280"/>
    <w:rsid w:val="006007B6"/>
    <w:rsid w:val="00600E3F"/>
    <w:rsid w:val="00604C64"/>
    <w:rsid w:val="00605B79"/>
    <w:rsid w:val="00606D19"/>
    <w:rsid w:val="00611378"/>
    <w:rsid w:val="00611F1F"/>
    <w:rsid w:val="00612052"/>
    <w:rsid w:val="00612884"/>
    <w:rsid w:val="00631114"/>
    <w:rsid w:val="006368C0"/>
    <w:rsid w:val="00636C38"/>
    <w:rsid w:val="00637E1C"/>
    <w:rsid w:val="0064080E"/>
    <w:rsid w:val="0064278B"/>
    <w:rsid w:val="00642D13"/>
    <w:rsid w:val="0064494C"/>
    <w:rsid w:val="006458F1"/>
    <w:rsid w:val="006506B5"/>
    <w:rsid w:val="006509E9"/>
    <w:rsid w:val="0065252B"/>
    <w:rsid w:val="006551EB"/>
    <w:rsid w:val="006603F7"/>
    <w:rsid w:val="00661A1E"/>
    <w:rsid w:val="00664403"/>
    <w:rsid w:val="00673CB0"/>
    <w:rsid w:val="00674EFE"/>
    <w:rsid w:val="006816C2"/>
    <w:rsid w:val="00683AC1"/>
    <w:rsid w:val="00690865"/>
    <w:rsid w:val="00692B0D"/>
    <w:rsid w:val="00693A60"/>
    <w:rsid w:val="00695DE9"/>
    <w:rsid w:val="00696291"/>
    <w:rsid w:val="00697A85"/>
    <w:rsid w:val="006A0E04"/>
    <w:rsid w:val="006A2ABF"/>
    <w:rsid w:val="006A529C"/>
    <w:rsid w:val="006A5964"/>
    <w:rsid w:val="006A5EB4"/>
    <w:rsid w:val="006A640F"/>
    <w:rsid w:val="006B3949"/>
    <w:rsid w:val="006B3FDF"/>
    <w:rsid w:val="006B6ECF"/>
    <w:rsid w:val="006C0A55"/>
    <w:rsid w:val="006C1658"/>
    <w:rsid w:val="006C3173"/>
    <w:rsid w:val="006C5DF5"/>
    <w:rsid w:val="006D0358"/>
    <w:rsid w:val="006D416B"/>
    <w:rsid w:val="006D45DD"/>
    <w:rsid w:val="006D714E"/>
    <w:rsid w:val="006E17F5"/>
    <w:rsid w:val="006E4FD2"/>
    <w:rsid w:val="006F123D"/>
    <w:rsid w:val="006F7CD7"/>
    <w:rsid w:val="00705900"/>
    <w:rsid w:val="00707E73"/>
    <w:rsid w:val="00710CB1"/>
    <w:rsid w:val="00713006"/>
    <w:rsid w:val="00713993"/>
    <w:rsid w:val="00714424"/>
    <w:rsid w:val="007151B6"/>
    <w:rsid w:val="00724A60"/>
    <w:rsid w:val="00724EF6"/>
    <w:rsid w:val="00727F2B"/>
    <w:rsid w:val="007300F6"/>
    <w:rsid w:val="007308B7"/>
    <w:rsid w:val="00732081"/>
    <w:rsid w:val="00736E79"/>
    <w:rsid w:val="00737A63"/>
    <w:rsid w:val="00740A01"/>
    <w:rsid w:val="007426CD"/>
    <w:rsid w:val="00744A64"/>
    <w:rsid w:val="00751A15"/>
    <w:rsid w:val="00760488"/>
    <w:rsid w:val="0076559F"/>
    <w:rsid w:val="007722FF"/>
    <w:rsid w:val="00775F80"/>
    <w:rsid w:val="00776647"/>
    <w:rsid w:val="0078061A"/>
    <w:rsid w:val="00785DBB"/>
    <w:rsid w:val="00786195"/>
    <w:rsid w:val="007920A8"/>
    <w:rsid w:val="00794470"/>
    <w:rsid w:val="007971BE"/>
    <w:rsid w:val="007A2F74"/>
    <w:rsid w:val="007A3210"/>
    <w:rsid w:val="007A6E0D"/>
    <w:rsid w:val="007A7AF8"/>
    <w:rsid w:val="007B5C0E"/>
    <w:rsid w:val="007C1E23"/>
    <w:rsid w:val="007C3036"/>
    <w:rsid w:val="007C4A6F"/>
    <w:rsid w:val="007C4EB3"/>
    <w:rsid w:val="007C7344"/>
    <w:rsid w:val="007D0715"/>
    <w:rsid w:val="007E37F0"/>
    <w:rsid w:val="007E58B2"/>
    <w:rsid w:val="007E737C"/>
    <w:rsid w:val="007F04E5"/>
    <w:rsid w:val="007F0E5E"/>
    <w:rsid w:val="007F2EA6"/>
    <w:rsid w:val="007F52A7"/>
    <w:rsid w:val="007F56B9"/>
    <w:rsid w:val="0080078E"/>
    <w:rsid w:val="008018D7"/>
    <w:rsid w:val="00802B03"/>
    <w:rsid w:val="00807003"/>
    <w:rsid w:val="00827C6E"/>
    <w:rsid w:val="008323D1"/>
    <w:rsid w:val="00832FFD"/>
    <w:rsid w:val="008364BB"/>
    <w:rsid w:val="008407E9"/>
    <w:rsid w:val="00841902"/>
    <w:rsid w:val="00853CA8"/>
    <w:rsid w:val="00856BFC"/>
    <w:rsid w:val="008605EA"/>
    <w:rsid w:val="00875193"/>
    <w:rsid w:val="00877114"/>
    <w:rsid w:val="00880DDF"/>
    <w:rsid w:val="0088105D"/>
    <w:rsid w:val="008903C0"/>
    <w:rsid w:val="008914B6"/>
    <w:rsid w:val="00893E6D"/>
    <w:rsid w:val="00896EE6"/>
    <w:rsid w:val="008B10E3"/>
    <w:rsid w:val="008B33FB"/>
    <w:rsid w:val="008C0301"/>
    <w:rsid w:val="008C0705"/>
    <w:rsid w:val="008C4160"/>
    <w:rsid w:val="008C5026"/>
    <w:rsid w:val="008C7831"/>
    <w:rsid w:val="008D538E"/>
    <w:rsid w:val="008E3CEB"/>
    <w:rsid w:val="008E4D2D"/>
    <w:rsid w:val="008E595F"/>
    <w:rsid w:val="008E739D"/>
    <w:rsid w:val="008F1669"/>
    <w:rsid w:val="008F1A86"/>
    <w:rsid w:val="008F236E"/>
    <w:rsid w:val="00903AF6"/>
    <w:rsid w:val="0091014D"/>
    <w:rsid w:val="009117A4"/>
    <w:rsid w:val="009147BC"/>
    <w:rsid w:val="00915C9C"/>
    <w:rsid w:val="009179B5"/>
    <w:rsid w:val="00923722"/>
    <w:rsid w:val="00926E01"/>
    <w:rsid w:val="00927B2C"/>
    <w:rsid w:val="009321AE"/>
    <w:rsid w:val="009410C0"/>
    <w:rsid w:val="009419EE"/>
    <w:rsid w:val="009422A6"/>
    <w:rsid w:val="00942A66"/>
    <w:rsid w:val="00946A96"/>
    <w:rsid w:val="00950C71"/>
    <w:rsid w:val="0095129E"/>
    <w:rsid w:val="0095476B"/>
    <w:rsid w:val="00960E7C"/>
    <w:rsid w:val="009611DA"/>
    <w:rsid w:val="00963383"/>
    <w:rsid w:val="009651AB"/>
    <w:rsid w:val="00967E04"/>
    <w:rsid w:val="0098627A"/>
    <w:rsid w:val="0099146D"/>
    <w:rsid w:val="009B7CAB"/>
    <w:rsid w:val="009C1289"/>
    <w:rsid w:val="009C299B"/>
    <w:rsid w:val="009C40B9"/>
    <w:rsid w:val="009C5857"/>
    <w:rsid w:val="009D5EDB"/>
    <w:rsid w:val="009E1A63"/>
    <w:rsid w:val="009E289A"/>
    <w:rsid w:val="009E422F"/>
    <w:rsid w:val="009E43C1"/>
    <w:rsid w:val="009E6F1D"/>
    <w:rsid w:val="009F2562"/>
    <w:rsid w:val="009F5FD9"/>
    <w:rsid w:val="00A003C8"/>
    <w:rsid w:val="00A06308"/>
    <w:rsid w:val="00A11806"/>
    <w:rsid w:val="00A14DFD"/>
    <w:rsid w:val="00A25696"/>
    <w:rsid w:val="00A258A2"/>
    <w:rsid w:val="00A30454"/>
    <w:rsid w:val="00A4193F"/>
    <w:rsid w:val="00A4340B"/>
    <w:rsid w:val="00A43EC9"/>
    <w:rsid w:val="00A44833"/>
    <w:rsid w:val="00A45EE8"/>
    <w:rsid w:val="00A4607B"/>
    <w:rsid w:val="00A46AA4"/>
    <w:rsid w:val="00A501A6"/>
    <w:rsid w:val="00A52BEF"/>
    <w:rsid w:val="00A578DE"/>
    <w:rsid w:val="00A602EA"/>
    <w:rsid w:val="00A673EA"/>
    <w:rsid w:val="00A72DD6"/>
    <w:rsid w:val="00A7424F"/>
    <w:rsid w:val="00A768A1"/>
    <w:rsid w:val="00A83A7C"/>
    <w:rsid w:val="00A869D6"/>
    <w:rsid w:val="00A92C02"/>
    <w:rsid w:val="00AA0D91"/>
    <w:rsid w:val="00AA1494"/>
    <w:rsid w:val="00AA6518"/>
    <w:rsid w:val="00AA6574"/>
    <w:rsid w:val="00AA6734"/>
    <w:rsid w:val="00AB0B9E"/>
    <w:rsid w:val="00AB1097"/>
    <w:rsid w:val="00AB223F"/>
    <w:rsid w:val="00AB3D42"/>
    <w:rsid w:val="00AB3D96"/>
    <w:rsid w:val="00AC1DA2"/>
    <w:rsid w:val="00AC2F5D"/>
    <w:rsid w:val="00AC2FAA"/>
    <w:rsid w:val="00AC47B1"/>
    <w:rsid w:val="00AC60D8"/>
    <w:rsid w:val="00AC6325"/>
    <w:rsid w:val="00AC64FC"/>
    <w:rsid w:val="00AD0408"/>
    <w:rsid w:val="00AD1446"/>
    <w:rsid w:val="00AD1492"/>
    <w:rsid w:val="00AD3A74"/>
    <w:rsid w:val="00AD539B"/>
    <w:rsid w:val="00AD5740"/>
    <w:rsid w:val="00AD6BB1"/>
    <w:rsid w:val="00AE1743"/>
    <w:rsid w:val="00AE1E83"/>
    <w:rsid w:val="00AE3448"/>
    <w:rsid w:val="00AE6B2A"/>
    <w:rsid w:val="00AE74B3"/>
    <w:rsid w:val="00AF41B5"/>
    <w:rsid w:val="00AF6D68"/>
    <w:rsid w:val="00B0095B"/>
    <w:rsid w:val="00B10151"/>
    <w:rsid w:val="00B1409F"/>
    <w:rsid w:val="00B14920"/>
    <w:rsid w:val="00B15D33"/>
    <w:rsid w:val="00B16C6C"/>
    <w:rsid w:val="00B170D1"/>
    <w:rsid w:val="00B1720D"/>
    <w:rsid w:val="00B1732C"/>
    <w:rsid w:val="00B20CF3"/>
    <w:rsid w:val="00B227ED"/>
    <w:rsid w:val="00B27A80"/>
    <w:rsid w:val="00B27EFD"/>
    <w:rsid w:val="00B3751F"/>
    <w:rsid w:val="00B37528"/>
    <w:rsid w:val="00B44689"/>
    <w:rsid w:val="00B45719"/>
    <w:rsid w:val="00B50987"/>
    <w:rsid w:val="00B578FA"/>
    <w:rsid w:val="00B57B94"/>
    <w:rsid w:val="00B62C2C"/>
    <w:rsid w:val="00B65BF5"/>
    <w:rsid w:val="00B67299"/>
    <w:rsid w:val="00B717DB"/>
    <w:rsid w:val="00B754B2"/>
    <w:rsid w:val="00B8006D"/>
    <w:rsid w:val="00B9138C"/>
    <w:rsid w:val="00B930FC"/>
    <w:rsid w:val="00BA21E4"/>
    <w:rsid w:val="00BA764D"/>
    <w:rsid w:val="00BB03A4"/>
    <w:rsid w:val="00BB07F4"/>
    <w:rsid w:val="00BB2E7B"/>
    <w:rsid w:val="00BB5AAA"/>
    <w:rsid w:val="00BC3188"/>
    <w:rsid w:val="00BC486C"/>
    <w:rsid w:val="00BD34E7"/>
    <w:rsid w:val="00BD3A2A"/>
    <w:rsid w:val="00BD4AC7"/>
    <w:rsid w:val="00BD6F55"/>
    <w:rsid w:val="00BD7DE0"/>
    <w:rsid w:val="00BE7964"/>
    <w:rsid w:val="00BF1564"/>
    <w:rsid w:val="00BF4C8D"/>
    <w:rsid w:val="00BF6F63"/>
    <w:rsid w:val="00C003F9"/>
    <w:rsid w:val="00C0224C"/>
    <w:rsid w:val="00C11D56"/>
    <w:rsid w:val="00C11E85"/>
    <w:rsid w:val="00C17E66"/>
    <w:rsid w:val="00C2176C"/>
    <w:rsid w:val="00C2483C"/>
    <w:rsid w:val="00C26347"/>
    <w:rsid w:val="00C31B3A"/>
    <w:rsid w:val="00C33217"/>
    <w:rsid w:val="00C33F32"/>
    <w:rsid w:val="00C42FB7"/>
    <w:rsid w:val="00C4572E"/>
    <w:rsid w:val="00C51CF6"/>
    <w:rsid w:val="00C531FE"/>
    <w:rsid w:val="00C56E80"/>
    <w:rsid w:val="00C618E0"/>
    <w:rsid w:val="00C641FE"/>
    <w:rsid w:val="00C6581F"/>
    <w:rsid w:val="00C70093"/>
    <w:rsid w:val="00C73876"/>
    <w:rsid w:val="00C75691"/>
    <w:rsid w:val="00C825AC"/>
    <w:rsid w:val="00C82841"/>
    <w:rsid w:val="00C83A98"/>
    <w:rsid w:val="00C846D0"/>
    <w:rsid w:val="00C85159"/>
    <w:rsid w:val="00C85253"/>
    <w:rsid w:val="00C86204"/>
    <w:rsid w:val="00C91AED"/>
    <w:rsid w:val="00C91F66"/>
    <w:rsid w:val="00C930A9"/>
    <w:rsid w:val="00C94898"/>
    <w:rsid w:val="00C95620"/>
    <w:rsid w:val="00C96F0B"/>
    <w:rsid w:val="00CA4160"/>
    <w:rsid w:val="00CB47FD"/>
    <w:rsid w:val="00CB689A"/>
    <w:rsid w:val="00CC0AAD"/>
    <w:rsid w:val="00CC1708"/>
    <w:rsid w:val="00CC1AEF"/>
    <w:rsid w:val="00CD09CC"/>
    <w:rsid w:val="00CD1BA9"/>
    <w:rsid w:val="00CD516F"/>
    <w:rsid w:val="00CE250D"/>
    <w:rsid w:val="00CE3785"/>
    <w:rsid w:val="00CE4EB0"/>
    <w:rsid w:val="00CE71BB"/>
    <w:rsid w:val="00CF384C"/>
    <w:rsid w:val="00CF7257"/>
    <w:rsid w:val="00D01623"/>
    <w:rsid w:val="00D02DE7"/>
    <w:rsid w:val="00D10644"/>
    <w:rsid w:val="00D12E5B"/>
    <w:rsid w:val="00D14F44"/>
    <w:rsid w:val="00D2068A"/>
    <w:rsid w:val="00D213FB"/>
    <w:rsid w:val="00D242D6"/>
    <w:rsid w:val="00D245C0"/>
    <w:rsid w:val="00D25EC1"/>
    <w:rsid w:val="00D26BF9"/>
    <w:rsid w:val="00D27F18"/>
    <w:rsid w:val="00D34CAD"/>
    <w:rsid w:val="00D35A3D"/>
    <w:rsid w:val="00D366DA"/>
    <w:rsid w:val="00D41E62"/>
    <w:rsid w:val="00D4761A"/>
    <w:rsid w:val="00D47FDD"/>
    <w:rsid w:val="00D50929"/>
    <w:rsid w:val="00D51DE9"/>
    <w:rsid w:val="00D52210"/>
    <w:rsid w:val="00D56A7B"/>
    <w:rsid w:val="00D61DB9"/>
    <w:rsid w:val="00D6585B"/>
    <w:rsid w:val="00D7142D"/>
    <w:rsid w:val="00D73A82"/>
    <w:rsid w:val="00D7426E"/>
    <w:rsid w:val="00D75108"/>
    <w:rsid w:val="00D8411B"/>
    <w:rsid w:val="00D87A5D"/>
    <w:rsid w:val="00D971B4"/>
    <w:rsid w:val="00D97415"/>
    <w:rsid w:val="00DA08FF"/>
    <w:rsid w:val="00DA16A6"/>
    <w:rsid w:val="00DA2D27"/>
    <w:rsid w:val="00DA39D2"/>
    <w:rsid w:val="00DA5603"/>
    <w:rsid w:val="00DB5173"/>
    <w:rsid w:val="00DB62E0"/>
    <w:rsid w:val="00DB6586"/>
    <w:rsid w:val="00DC020B"/>
    <w:rsid w:val="00DC11A3"/>
    <w:rsid w:val="00DC5554"/>
    <w:rsid w:val="00DD540A"/>
    <w:rsid w:val="00DE315B"/>
    <w:rsid w:val="00DE6F37"/>
    <w:rsid w:val="00DF381F"/>
    <w:rsid w:val="00E0036F"/>
    <w:rsid w:val="00E0695B"/>
    <w:rsid w:val="00E11D32"/>
    <w:rsid w:val="00E13A22"/>
    <w:rsid w:val="00E17607"/>
    <w:rsid w:val="00E211FE"/>
    <w:rsid w:val="00E23D34"/>
    <w:rsid w:val="00E276AD"/>
    <w:rsid w:val="00E27722"/>
    <w:rsid w:val="00E316CB"/>
    <w:rsid w:val="00E3295A"/>
    <w:rsid w:val="00E3333B"/>
    <w:rsid w:val="00E376A4"/>
    <w:rsid w:val="00E44CE7"/>
    <w:rsid w:val="00E45C95"/>
    <w:rsid w:val="00E464E6"/>
    <w:rsid w:val="00E47B4A"/>
    <w:rsid w:val="00E50065"/>
    <w:rsid w:val="00E53CB9"/>
    <w:rsid w:val="00E56994"/>
    <w:rsid w:val="00E56D0D"/>
    <w:rsid w:val="00E578B0"/>
    <w:rsid w:val="00E60C17"/>
    <w:rsid w:val="00E610CC"/>
    <w:rsid w:val="00E63785"/>
    <w:rsid w:val="00E66FEA"/>
    <w:rsid w:val="00E67BDA"/>
    <w:rsid w:val="00E70620"/>
    <w:rsid w:val="00E70A7C"/>
    <w:rsid w:val="00E73797"/>
    <w:rsid w:val="00E8012D"/>
    <w:rsid w:val="00E81358"/>
    <w:rsid w:val="00E81545"/>
    <w:rsid w:val="00E818D3"/>
    <w:rsid w:val="00E84625"/>
    <w:rsid w:val="00E85319"/>
    <w:rsid w:val="00E87870"/>
    <w:rsid w:val="00E93621"/>
    <w:rsid w:val="00E93AE1"/>
    <w:rsid w:val="00EA0A87"/>
    <w:rsid w:val="00EA3EB4"/>
    <w:rsid w:val="00EA5A16"/>
    <w:rsid w:val="00EB30BB"/>
    <w:rsid w:val="00EB5C7E"/>
    <w:rsid w:val="00EC1E81"/>
    <w:rsid w:val="00EC301C"/>
    <w:rsid w:val="00EC7EA5"/>
    <w:rsid w:val="00EE08E4"/>
    <w:rsid w:val="00EE25EA"/>
    <w:rsid w:val="00EF02A1"/>
    <w:rsid w:val="00EF3429"/>
    <w:rsid w:val="00EF65BC"/>
    <w:rsid w:val="00F01484"/>
    <w:rsid w:val="00F01FFF"/>
    <w:rsid w:val="00F03B8A"/>
    <w:rsid w:val="00F05570"/>
    <w:rsid w:val="00F07580"/>
    <w:rsid w:val="00F07612"/>
    <w:rsid w:val="00F10FD4"/>
    <w:rsid w:val="00F1377E"/>
    <w:rsid w:val="00F17B2D"/>
    <w:rsid w:val="00F2170B"/>
    <w:rsid w:val="00F217BB"/>
    <w:rsid w:val="00F27223"/>
    <w:rsid w:val="00F30AF0"/>
    <w:rsid w:val="00F318E8"/>
    <w:rsid w:val="00F32FB5"/>
    <w:rsid w:val="00F340DB"/>
    <w:rsid w:val="00F4353C"/>
    <w:rsid w:val="00F44142"/>
    <w:rsid w:val="00F451F0"/>
    <w:rsid w:val="00F50379"/>
    <w:rsid w:val="00F5124B"/>
    <w:rsid w:val="00F54329"/>
    <w:rsid w:val="00F6123D"/>
    <w:rsid w:val="00F613B4"/>
    <w:rsid w:val="00F62CA3"/>
    <w:rsid w:val="00F63D76"/>
    <w:rsid w:val="00F63F44"/>
    <w:rsid w:val="00F6596E"/>
    <w:rsid w:val="00F72281"/>
    <w:rsid w:val="00F72D5E"/>
    <w:rsid w:val="00F73D11"/>
    <w:rsid w:val="00F765E0"/>
    <w:rsid w:val="00F828A8"/>
    <w:rsid w:val="00F82BFC"/>
    <w:rsid w:val="00F940B9"/>
    <w:rsid w:val="00F9545F"/>
    <w:rsid w:val="00F95DB9"/>
    <w:rsid w:val="00F97D0E"/>
    <w:rsid w:val="00FA096A"/>
    <w:rsid w:val="00FA16A3"/>
    <w:rsid w:val="00FA1DE9"/>
    <w:rsid w:val="00FA304D"/>
    <w:rsid w:val="00FA3AC0"/>
    <w:rsid w:val="00FA3ECA"/>
    <w:rsid w:val="00FB0801"/>
    <w:rsid w:val="00FB31E7"/>
    <w:rsid w:val="00FB7C5C"/>
    <w:rsid w:val="00FC4BFD"/>
    <w:rsid w:val="00FD1A0B"/>
    <w:rsid w:val="00FD2863"/>
    <w:rsid w:val="00FE2AA8"/>
    <w:rsid w:val="00FE3F14"/>
    <w:rsid w:val="00FE6FFB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417BD"/>
  <w15:chartTrackingRefBased/>
  <w15:docId w15:val="{03C616F4-E11A-4347-8876-6F998C5A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B Office" w:eastAsiaTheme="minorHAnsi" w:hAnsi="DB Office" w:cstheme="minorBidi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DBST-Text"/>
    <w:qFormat/>
    <w:rsid w:val="00B930FC"/>
    <w:pPr>
      <w:spacing w:after="12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4F0E2F"/>
    <w:pPr>
      <w:keepNext/>
      <w:keepLines/>
      <w:numPr>
        <w:numId w:val="1"/>
      </w:numPr>
      <w:pBdr>
        <w:top w:val="single" w:sz="2" w:space="1" w:color="808080" w:themeColor="background1" w:themeShade="80"/>
        <w:bottom w:val="single" w:sz="2" w:space="1" w:color="808080" w:themeColor="background1" w:themeShade="80"/>
      </w:pBdr>
      <w:shd w:val="clear" w:color="auto" w:fill="808080" w:themeFill="background1" w:themeFillShade="80"/>
      <w:spacing w:before="120"/>
      <w:ind w:left="879" w:right="34"/>
      <w:contextualSpacing/>
      <w:outlineLvl w:val="0"/>
    </w:pPr>
    <w:rPr>
      <w:rFonts w:eastAsiaTheme="majorEastAsia" w:cstheme="majorBidi"/>
      <w:b/>
      <w:color w:val="FFFFFF" w:themeColor="background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353C"/>
    <w:pPr>
      <w:keepNext/>
      <w:keepLines/>
      <w:numPr>
        <w:ilvl w:val="1"/>
        <w:numId w:val="1"/>
      </w:numPr>
      <w:pBdr>
        <w:top w:val="single" w:sz="2" w:space="1" w:color="BFBFBF" w:themeColor="background1" w:themeShade="BF"/>
        <w:bottom w:val="single" w:sz="2" w:space="1" w:color="BFBFBF" w:themeColor="background1" w:themeShade="BF"/>
      </w:pBdr>
      <w:shd w:val="clear" w:color="auto" w:fill="BFBFBF" w:themeFill="background1" w:themeFillShade="BF"/>
      <w:spacing w:before="120"/>
      <w:ind w:right="34"/>
      <w:contextualSpacing/>
      <w:outlineLvl w:val="1"/>
    </w:pPr>
    <w:rPr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4353C"/>
    <w:pPr>
      <w:keepNext/>
      <w:keepLines/>
      <w:numPr>
        <w:ilvl w:val="2"/>
        <w:numId w:val="1"/>
      </w:numPr>
      <w:pBdr>
        <w:top w:val="single" w:sz="2" w:space="1" w:color="F2F2F2" w:themeColor="background1" w:themeShade="F2"/>
        <w:bottom w:val="single" w:sz="2" w:space="1" w:color="F2F2F2" w:themeColor="background1" w:themeShade="F2"/>
      </w:pBdr>
      <w:shd w:val="clear" w:color="auto" w:fill="F2F2F2" w:themeFill="background1" w:themeFillShade="F2"/>
      <w:spacing w:before="12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4353C"/>
    <w:pPr>
      <w:numPr>
        <w:ilvl w:val="3"/>
        <w:numId w:val="1"/>
      </w:numPr>
      <w:outlineLvl w:val="3"/>
    </w:pPr>
    <w:rPr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4572E"/>
    <w:pPr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611F1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611F1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13A22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A651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A6518"/>
  </w:style>
  <w:style w:type="paragraph" w:styleId="Fuzeile">
    <w:name w:val="footer"/>
    <w:basedOn w:val="Standard"/>
    <w:link w:val="FuzeileZchn"/>
    <w:uiPriority w:val="99"/>
    <w:unhideWhenUsed/>
    <w:rsid w:val="00AA651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A6518"/>
  </w:style>
  <w:style w:type="character" w:styleId="Platzhaltertext">
    <w:name w:val="Placeholder Text"/>
    <w:basedOn w:val="Absatz-Standardschriftart"/>
    <w:uiPriority w:val="99"/>
    <w:semiHidden/>
    <w:rsid w:val="005B67BD"/>
    <w:rPr>
      <w:color w:val="808080"/>
    </w:rPr>
  </w:style>
  <w:style w:type="paragraph" w:styleId="Listenabsatz">
    <w:name w:val="List Paragraph"/>
    <w:basedOn w:val="Standard"/>
    <w:link w:val="ListenabsatzZchn"/>
    <w:uiPriority w:val="34"/>
    <w:rsid w:val="00F17B2D"/>
    <w:pPr>
      <w:ind w:left="720"/>
      <w:contextualSpacing/>
    </w:pPr>
  </w:style>
  <w:style w:type="paragraph" w:styleId="KeinLeerraum">
    <w:name w:val="No Spacing"/>
    <w:link w:val="KeinLeerraumZchn"/>
    <w:uiPriority w:val="1"/>
    <w:qFormat/>
    <w:rsid w:val="003737E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F0E2F"/>
    <w:rPr>
      <w:rFonts w:eastAsiaTheme="majorEastAsia" w:cstheme="majorBidi"/>
      <w:b/>
      <w:color w:val="FFFFFF" w:themeColor="background1"/>
      <w:szCs w:val="32"/>
      <w:shd w:val="clear" w:color="auto" w:fill="808080" w:themeFill="background1" w:themeFillShade="80"/>
    </w:rPr>
  </w:style>
  <w:style w:type="paragraph" w:styleId="Untertitel">
    <w:name w:val="Subtitle"/>
    <w:basedOn w:val="Standard"/>
    <w:next w:val="Standard"/>
    <w:link w:val="UntertitelZchn"/>
    <w:uiPriority w:val="11"/>
    <w:rsid w:val="000D40A4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40A4"/>
    <w:rPr>
      <w:rFonts w:eastAsiaTheme="minorEastAsia"/>
      <w:color w:val="5A5A5A" w:themeColor="text1" w:themeTint="A5"/>
      <w:spacing w:val="15"/>
    </w:rPr>
  </w:style>
  <w:style w:type="numbering" w:customStyle="1" w:styleId="DBST-Liste">
    <w:name w:val="DBST-Liste"/>
    <w:basedOn w:val="KeineListe"/>
    <w:uiPriority w:val="99"/>
    <w:rsid w:val="00F4353C"/>
    <w:pPr>
      <w:numPr>
        <w:numId w:val="1"/>
      </w:numPr>
    </w:pPr>
  </w:style>
  <w:style w:type="character" w:styleId="Buchtitel">
    <w:name w:val="Book Title"/>
    <w:basedOn w:val="Absatz-Standardschriftart"/>
    <w:uiPriority w:val="33"/>
    <w:rsid w:val="009C1289"/>
    <w:rPr>
      <w:b/>
      <w:bCs/>
      <w:i/>
      <w:iCs/>
      <w:spacing w:val="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55728"/>
    <w:rPr>
      <w:b/>
      <w:szCs w:val="26"/>
      <w:shd w:val="clear" w:color="auto" w:fill="BFBFBF" w:themeFill="background1" w:themeFillShade="BF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3CB0"/>
    <w:rPr>
      <w:rFonts w:eastAsiaTheme="majorEastAsia" w:cstheme="majorBidi"/>
      <w:b/>
      <w:szCs w:val="24"/>
      <w:shd w:val="clear" w:color="auto" w:fill="F2F2F2" w:themeFill="background1" w:themeFillShade="F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11378"/>
    <w:rPr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11378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11F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611F1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024B67"/>
    <w:pPr>
      <w:spacing w:after="0"/>
      <w:jc w:val="center"/>
    </w:pPr>
    <w:rPr>
      <w:b/>
      <w:bCs/>
      <w:sz w:val="24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024B67"/>
    <w:rPr>
      <w:b/>
      <w:bCs/>
      <w:sz w:val="24"/>
      <w:szCs w:val="28"/>
    </w:rPr>
  </w:style>
  <w:style w:type="paragraph" w:customStyle="1" w:styleId="DBST-KopfFu">
    <w:name w:val="DBST-KopfFuß"/>
    <w:basedOn w:val="KeinLeerraum"/>
    <w:link w:val="DBST-KopfFuZchn"/>
    <w:qFormat/>
    <w:rsid w:val="00880DDF"/>
    <w:rPr>
      <w:sz w:val="16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1527AB"/>
  </w:style>
  <w:style w:type="character" w:customStyle="1" w:styleId="KeinLeerraumZchn">
    <w:name w:val="Kein Leerraum Zchn"/>
    <w:basedOn w:val="Absatz-Standardschriftart"/>
    <w:link w:val="KeinLeerraum"/>
    <w:uiPriority w:val="1"/>
    <w:rsid w:val="00893E6D"/>
  </w:style>
  <w:style w:type="character" w:customStyle="1" w:styleId="DBST-KopfFuZchn">
    <w:name w:val="DBST-KopfFuß Zchn"/>
    <w:basedOn w:val="KeinLeerraumZchn"/>
    <w:link w:val="DBST-KopfFu"/>
    <w:rsid w:val="00880DDF"/>
    <w:rPr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58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58F4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58F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58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58F4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58F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58F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E17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ormatvorlageohneAbsatz">
    <w:name w:val="Formatvorlage_ohne Absatz"/>
    <w:basedOn w:val="Standard"/>
    <w:link w:val="FormatvorlageohneAbsatzZchn"/>
    <w:qFormat/>
    <w:rsid w:val="00F54329"/>
    <w:pPr>
      <w:spacing w:after="0"/>
    </w:pPr>
  </w:style>
  <w:style w:type="character" w:customStyle="1" w:styleId="FormatvorlageohneAbsatzZchn">
    <w:name w:val="Formatvorlage_ohne Absatz Zchn"/>
    <w:basedOn w:val="Absatz-Standardschriftart"/>
    <w:link w:val="FormatvorlageohneAbsatz"/>
    <w:rsid w:val="00F54329"/>
  </w:style>
  <w:style w:type="table" w:styleId="Gitternetztabelle6farbigAkzent3">
    <w:name w:val="Grid Table 6 Colorful Accent 3"/>
    <w:basedOn w:val="NormaleTabelle"/>
    <w:uiPriority w:val="51"/>
    <w:rsid w:val="00CB47F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Dokumentenart">
    <w:name w:val="Dokumentenart"/>
    <w:basedOn w:val="Titel"/>
    <w:link w:val="DokumentenartZchn"/>
    <w:qFormat/>
    <w:rsid w:val="00E93621"/>
    <w:pPr>
      <w:spacing w:line="360" w:lineRule="auto"/>
    </w:pPr>
    <w:rPr>
      <w:b w:val="0"/>
      <w:bCs w:val="0"/>
      <w:sz w:val="14"/>
      <w:szCs w:val="16"/>
    </w:rPr>
  </w:style>
  <w:style w:type="character" w:customStyle="1" w:styleId="DokumentenartZchn">
    <w:name w:val="Dokumentenart Zchn"/>
    <w:basedOn w:val="TitelZchn"/>
    <w:link w:val="Dokumentenart"/>
    <w:rsid w:val="00E93621"/>
    <w:rPr>
      <w:b w:val="0"/>
      <w:bCs w:val="0"/>
      <w:sz w:val="14"/>
      <w:szCs w:val="16"/>
    </w:rPr>
  </w:style>
  <w:style w:type="paragraph" w:customStyle="1" w:styleId="TitelNichtfett">
    <w:name w:val="Titel_Nicht_fett"/>
    <w:link w:val="TitelNichtfettZchn"/>
    <w:qFormat/>
    <w:rsid w:val="00F318E8"/>
    <w:pPr>
      <w:widowControl w:val="0"/>
      <w:jc w:val="center"/>
    </w:pPr>
    <w:rPr>
      <w:bCs/>
      <w:sz w:val="24"/>
    </w:rPr>
  </w:style>
  <w:style w:type="character" w:customStyle="1" w:styleId="TitelNichtfettZchn">
    <w:name w:val="Titel_Nicht_fett Zchn"/>
    <w:basedOn w:val="TitelZchn"/>
    <w:link w:val="TitelNichtfett"/>
    <w:rsid w:val="00F318E8"/>
    <w:rPr>
      <w:b w:val="0"/>
      <w:bCs/>
      <w:sz w:val="24"/>
      <w:szCs w:val="28"/>
    </w:rPr>
  </w:style>
  <w:style w:type="paragraph" w:customStyle="1" w:styleId="TabellenInhalt">
    <w:name w:val="Tabellen Inhalt"/>
    <w:basedOn w:val="Standard"/>
    <w:rsid w:val="004F3C05"/>
    <w:pPr>
      <w:widowControl w:val="0"/>
      <w:suppressLineNumbers/>
      <w:suppressAutoHyphens/>
      <w:spacing w:after="0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styleId="Hyperlink">
    <w:name w:val="Hyperlink"/>
    <w:basedOn w:val="Absatz-Standardschriftart"/>
    <w:uiPriority w:val="99"/>
    <w:unhideWhenUsed/>
    <w:rsid w:val="004F3C05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rsid w:val="00580C9D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rsid w:val="00580C9D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F381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F381F"/>
    <w:rPr>
      <w:color w:val="954F72" w:themeColor="followedHyperlink"/>
      <w:u w:val="single"/>
    </w:rPr>
  </w:style>
  <w:style w:type="paragraph" w:customStyle="1" w:styleId="AufzhlunginTabelle">
    <w:name w:val="Aufzählung in Tabelle"/>
    <w:basedOn w:val="Standard"/>
    <w:link w:val="AufzhlunginTabelleZchn"/>
    <w:qFormat/>
    <w:rsid w:val="008C5026"/>
    <w:pPr>
      <w:widowControl w:val="0"/>
      <w:numPr>
        <w:numId w:val="20"/>
      </w:numPr>
      <w:spacing w:after="60"/>
      <w:ind w:left="170" w:hanging="170"/>
      <w:contextualSpacing/>
    </w:pPr>
  </w:style>
  <w:style w:type="character" w:customStyle="1" w:styleId="AufzhlunginTabelleZchn">
    <w:name w:val="Aufzählung in Tabelle Zchn"/>
    <w:basedOn w:val="Absatz-Standardschriftart"/>
    <w:link w:val="AufzhlunginTabelle"/>
    <w:rsid w:val="008C5026"/>
  </w:style>
  <w:style w:type="table" w:styleId="EinfacheTabelle1">
    <w:name w:val="Plain Table 1"/>
    <w:basedOn w:val="NormaleTabelle"/>
    <w:uiPriority w:val="41"/>
    <w:rsid w:val="008E595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emithellemGitternetz">
    <w:name w:val="Grid Table Light"/>
    <w:basedOn w:val="NormaleTabelle"/>
    <w:uiPriority w:val="40"/>
    <w:rsid w:val="00697A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C85159"/>
    <w:pPr>
      <w:spacing w:after="0" w:line="240" w:lineRule="auto"/>
    </w:pPr>
    <w:rPr>
      <w:rFonts w:ascii="Times New Roman" w:eastAsia="Times New Roman" w:hAnsi="Times New Roman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KU\SebastianLuebkemeier\Deutsche%20Bahn\DBST_QM%20-%20Dokumente\15_Originaldokumente\D01692-01_V4_Vorlage%20A4%20Hochforma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9a315-cc94-48c5-a8ab-2f469b9a6662">
      <Terms xmlns="http://schemas.microsoft.com/office/infopath/2007/PartnerControls"/>
    </lcf76f155ced4ddcb4097134ff3c332f>
    <TaxCatchAll xmlns="aeb7b4f4-d755-4d98-a358-729ed1be0b5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9490D95DFA6D498173A9D4538F743C" ma:contentTypeVersion="16" ma:contentTypeDescription="Ein neues Dokument erstellen." ma:contentTypeScope="" ma:versionID="74d3721fb48c3fc6bf302db50b51d80d">
  <xsd:schema xmlns:xsd="http://www.w3.org/2001/XMLSchema" xmlns:xs="http://www.w3.org/2001/XMLSchema" xmlns:p="http://schemas.microsoft.com/office/2006/metadata/properties" xmlns:ns2="aeb7b4f4-d755-4d98-a358-729ed1be0b56" xmlns:ns3="3489a315-cc94-48c5-a8ab-2f469b9a6662" targetNamespace="http://schemas.microsoft.com/office/2006/metadata/properties" ma:root="true" ma:fieldsID="e0560cd1d1149086249d0bbaf50e2472" ns2:_="" ns3:_="">
    <xsd:import namespace="aeb7b4f4-d755-4d98-a358-729ed1be0b56"/>
    <xsd:import namespace="3489a315-cc94-48c5-a8ab-2f469b9a66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7b4f4-d755-4d98-a358-729ed1be0b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b3e961-1d16-41f3-be1a-67404bf223e7}" ma:internalName="TaxCatchAll" ma:showField="CatchAllData" ma:web="aeb7b4f4-d755-4d98-a358-729ed1be0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9a315-cc94-48c5-a8ab-2f469b9a6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85BB46-F070-4C55-B701-348106AB27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71252-4588-43BA-B30C-3260D4D0A7B1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8cdfd2b-b5b4-4446-a423-4782cf68a253"/>
    <ds:schemaRef ds:uri="http://schemas.microsoft.com/office/2006/metadata/properties"/>
    <ds:schemaRef ds:uri="92208b40-e1cf-44a8-b05e-3bbc2b28ff88"/>
    <ds:schemaRef ds:uri="http://www.w3.org/XML/1998/namespace"/>
    <ds:schemaRef ds:uri="http://purl.org/dc/terms/"/>
    <ds:schemaRef ds:uri="3489a315-cc94-48c5-a8ab-2f469b9a6662"/>
    <ds:schemaRef ds:uri="aeb7b4f4-d755-4d98-a358-729ed1be0b56"/>
  </ds:schemaRefs>
</ds:datastoreItem>
</file>

<file path=customXml/itemProps3.xml><?xml version="1.0" encoding="utf-8"?>
<ds:datastoreItem xmlns:ds="http://schemas.openxmlformats.org/officeDocument/2006/customXml" ds:itemID="{30D44A63-30C3-4240-9CE8-8397F2ED36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4B52FD-4669-4E1F-BCB4-BC00ADDF9E8C}"/>
</file>

<file path=docProps/app.xml><?xml version="1.0" encoding="utf-8"?>
<Properties xmlns="http://schemas.openxmlformats.org/officeDocument/2006/extended-properties" xmlns:vt="http://schemas.openxmlformats.org/officeDocument/2006/docPropsVTypes">
  <Template>D01692-01_V4_Vorlage A4 Hochformat</Template>
  <TotalTime>0</TotalTime>
  <Pages>2</Pages>
  <Words>60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Lübkemeier</dc:creator>
  <cp:keywords/>
  <dc:description/>
  <cp:lastModifiedBy>Stephanie Baum</cp:lastModifiedBy>
  <cp:revision>14</cp:revision>
  <cp:lastPrinted>2022-11-17T12:35:00Z</cp:lastPrinted>
  <dcterms:created xsi:type="dcterms:W3CDTF">2023-04-28T13:45:00Z</dcterms:created>
  <dcterms:modified xsi:type="dcterms:W3CDTF">2025-12-15T22:44:00Z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4,a,d,10,16,3,9</vt:lpwstr>
  </property>
  <property fmtid="{D5CDD505-2E9C-101B-9397-08002B2CF9AE}" pid="3" name="ClassificationContentMarkingHeaderFontProps">
    <vt:lpwstr>#f01414,14,DB Office</vt:lpwstr>
  </property>
  <property fmtid="{D5CDD505-2E9C-101B-9397-08002B2CF9AE}" pid="4" name="ClassificationContentMarkingHeaderText">
    <vt:lpwstr>DB Vertraulich / DB confidential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SIP_Label_8fa3c7a6-955d-40a2-9a97-21cd6564b3b8_Enabled">
    <vt:lpwstr>true</vt:lpwstr>
  </property>
  <property fmtid="{D5CDD505-2E9C-101B-9397-08002B2CF9AE}" pid="9" name="MSIP_Label_8fa3c7a6-955d-40a2-9a97-21cd6564b3b8_SetDate">
    <vt:lpwstr>2022-09-14T08:56:30Z</vt:lpwstr>
  </property>
  <property fmtid="{D5CDD505-2E9C-101B-9397-08002B2CF9AE}" pid="10" name="MSIP_Label_8fa3c7a6-955d-40a2-9a97-21cd6564b3b8_Method">
    <vt:lpwstr>Privileged</vt:lpwstr>
  </property>
  <property fmtid="{D5CDD505-2E9C-101B-9397-08002B2CF9AE}" pid="11" name="MSIP_Label_8fa3c7a6-955d-40a2-9a97-21cd6564b3b8_Name">
    <vt:lpwstr>DB Vertraulich</vt:lpwstr>
  </property>
  <property fmtid="{D5CDD505-2E9C-101B-9397-08002B2CF9AE}" pid="12" name="MSIP_Label_8fa3c7a6-955d-40a2-9a97-21cd6564b3b8_SiteId">
    <vt:lpwstr>a1a72d9c-49e6-4f6d-9af6-5aafa1183bfd</vt:lpwstr>
  </property>
  <property fmtid="{D5CDD505-2E9C-101B-9397-08002B2CF9AE}" pid="13" name="MSIP_Label_8fa3c7a6-955d-40a2-9a97-21cd6564b3b8_ActionId">
    <vt:lpwstr>8dc71f95-b825-4799-9815-457fc8544755</vt:lpwstr>
  </property>
  <property fmtid="{D5CDD505-2E9C-101B-9397-08002B2CF9AE}" pid="14" name="MSIP_Label_8fa3c7a6-955d-40a2-9a97-21cd6564b3b8_ContentBits">
    <vt:lpwstr>1</vt:lpwstr>
  </property>
  <property fmtid="{D5CDD505-2E9C-101B-9397-08002B2CF9AE}" pid="15" name="ContentTypeId">
    <vt:lpwstr>0x010100029490D95DFA6D498173A9D4538F743C</vt:lpwstr>
  </property>
  <property fmtid="{D5CDD505-2E9C-101B-9397-08002B2CF9AE}" pid="16" name="MediaServiceImageTags">
    <vt:lpwstr/>
  </property>
</Properties>
</file>